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README</w:t>
      </w:r>
    </w:p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0DA" w:rsidRDefault="00BC60DA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PRISM_SSMIS_MODIS_Jan_15.pdf</w:t>
      </w:r>
      <w:r>
        <w:rPr>
          <w:rFonts w:ascii="Times New Roman" w:hAnsi="Times New Roman" w:cs="Times New Roman"/>
          <w:sz w:val="24"/>
          <w:szCs w:val="24"/>
        </w:rPr>
        <w:tab/>
        <w:t xml:space="preserve">Ice cover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time-series at each station.</w:t>
      </w:r>
    </w:p>
    <w:p w:rsidR="00BC60DA" w:rsidRDefault="00BC60DA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nbp1201_ctd_list.txt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CTD station locations</w:t>
      </w:r>
    </w:p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nbp1201_TMctd_list.txt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Trace metal CTD station list</w:t>
      </w:r>
    </w:p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nbp1201_xbt_list.txt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XBT station list</w:t>
      </w:r>
    </w:p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563" w:rsidRDefault="00B04563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process_final.zip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CTD data</w:t>
      </w:r>
      <w:r w:rsidR="00F65977">
        <w:rPr>
          <w:rFonts w:ascii="Times New Roman" w:hAnsi="Times New Roman" w:cs="Times New Roman"/>
          <w:sz w:val="24"/>
          <w:szCs w:val="24"/>
        </w:rPr>
        <w:t xml:space="preserve"> – individual casts</w:t>
      </w:r>
    </w:p>
    <w:p w:rsidR="00F65977" w:rsidRDefault="00F65977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nbp1201_ctd.mat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CTD data  - single mat file (self-documenting)</w:t>
      </w:r>
      <w:bookmarkStart w:id="0" w:name="_GoBack"/>
      <w:bookmarkEnd w:id="0"/>
    </w:p>
    <w:p w:rsidR="00B04563" w:rsidRDefault="00B04563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78DD" w:rsidRDefault="007578DD" w:rsidP="007578DD">
      <w:pPr>
        <w:spacing w:after="0" w:line="240" w:lineRule="auto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vpr10.y12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VPR data for two from Ross Bank to </w:t>
      </w:r>
      <w:proofErr w:type="spellStart"/>
      <w:r>
        <w:rPr>
          <w:rFonts w:ascii="Times New Roman" w:hAnsi="Times New Roman" w:cs="Times New Roman"/>
          <w:sz w:val="24"/>
          <w:szCs w:val="24"/>
        </w:rPr>
        <w:t>Joides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Trough, including 2 sections across Pennell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Mawson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banks: </w:t>
      </w:r>
    </w:p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8DD">
        <w:rPr>
          <w:rFonts w:ascii="Times New Roman" w:hAnsi="Times New Roman" w:cs="Times New Roman"/>
          <w:sz w:val="24"/>
          <w:szCs w:val="24"/>
        </w:rPr>
        <w:t>VPR file column headings:</w:t>
      </w:r>
    </w:p>
    <w:p w:rsid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8D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 xml:space="preserve">1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vpr</w:t>
      </w:r>
      <w:proofErr w:type="spellEnd"/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timestep</w:t>
      </w:r>
      <w:proofErr w:type="spellEnd"/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 xml:space="preserve">2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gmt</w:t>
      </w:r>
      <w:proofErr w:type="spellEnd"/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hhmmss.sss</w:t>
      </w:r>
      <w:proofErr w:type="spellEnd"/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3  date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ddmmyy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4  latitude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ddmm.mmmm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. From ship GPS, negative values are Western hemisphere          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5  longitude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ddmm.mmmm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>. From ship GPS), negative values are Southern hemisphere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6  bottom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depth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7  alt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8DD">
        <w:rPr>
          <w:rFonts w:ascii="Times New Roman" w:hAnsi="Times New Roman" w:cs="Times New Roman"/>
          <w:sz w:val="24"/>
          <w:szCs w:val="24"/>
        </w:rPr>
        <w:t xml:space="preserve">8 roll         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Roll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angle, (degrees, positive: roll to right?)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8DD">
        <w:rPr>
          <w:rFonts w:ascii="Times New Roman" w:hAnsi="Times New Roman" w:cs="Times New Roman"/>
          <w:sz w:val="24"/>
          <w:szCs w:val="24"/>
        </w:rPr>
        <w:t xml:space="preserve">9 pitch        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Pitch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angle, (degrees, </w:t>
      </w:r>
      <w:proofErr w:type="gramStart"/>
      <w:r w:rsidRPr="007578DD">
        <w:rPr>
          <w:rFonts w:ascii="Times New Roman" w:hAnsi="Times New Roman" w:cs="Times New Roman"/>
          <w:sz w:val="24"/>
          <w:szCs w:val="24"/>
        </w:rPr>
        <w:t>positive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up)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10  flow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11  fluorescence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ug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Chl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-a/liter            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8DD">
        <w:rPr>
          <w:rFonts w:ascii="Times New Roman" w:hAnsi="Times New Roman" w:cs="Times New Roman"/>
          <w:sz w:val="24"/>
          <w:szCs w:val="24"/>
        </w:rPr>
        <w:t xml:space="preserve">12 PAR            Downwelling light from PAR sensor, micro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Einsteins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/cm2/sec     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13  turbidity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     Optical backscatter (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Formazin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turbidity units)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14  salinity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Salinity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unitless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>~=PSU and o/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) from VPR CTD                   </w:t>
      </w:r>
    </w:p>
    <w:p w:rsidR="007578DD" w:rsidRPr="007578DD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>15  temperature</w:t>
      </w:r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Temperature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of seawater in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oC</w:t>
      </w:r>
      <w:proofErr w:type="spellEnd"/>
      <w:r w:rsidRPr="007578DD">
        <w:rPr>
          <w:rFonts w:ascii="Times New Roman" w:hAnsi="Times New Roman" w:cs="Times New Roman"/>
          <w:sz w:val="24"/>
          <w:szCs w:val="24"/>
        </w:rPr>
        <w:t xml:space="preserve"> from VPR CTD                               </w:t>
      </w:r>
    </w:p>
    <w:p w:rsidR="00DD2D44" w:rsidRPr="001D5022" w:rsidRDefault="007578DD" w:rsidP="00757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78DD">
        <w:rPr>
          <w:rFonts w:ascii="Times New Roman" w:hAnsi="Times New Roman" w:cs="Times New Roman"/>
          <w:sz w:val="24"/>
          <w:szCs w:val="24"/>
        </w:rPr>
        <w:t xml:space="preserve">16  </w:t>
      </w:r>
      <w:proofErr w:type="spellStart"/>
      <w:r w:rsidRPr="007578DD">
        <w:rPr>
          <w:rFonts w:ascii="Times New Roman" w:hAnsi="Times New Roman" w:cs="Times New Roman"/>
          <w:sz w:val="24"/>
          <w:szCs w:val="24"/>
        </w:rPr>
        <w:t>vprdepth</w:t>
      </w:r>
      <w:proofErr w:type="spellEnd"/>
      <w:proofErr w:type="gramEnd"/>
      <w:r w:rsidRPr="007578D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sectPr w:rsidR="00DD2D44" w:rsidRPr="001D502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9B" w:rsidRDefault="00A7649B" w:rsidP="001D5022">
      <w:pPr>
        <w:spacing w:after="0" w:line="240" w:lineRule="auto"/>
      </w:pPr>
      <w:r>
        <w:separator/>
      </w:r>
    </w:p>
  </w:endnote>
  <w:endnote w:type="continuationSeparator" w:id="0">
    <w:p w:rsidR="00A7649B" w:rsidRDefault="00A7649B" w:rsidP="001D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782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D5022" w:rsidRPr="001D5022" w:rsidRDefault="001D502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D50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502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D50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597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D502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D5022" w:rsidRDefault="001D50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9B" w:rsidRDefault="00A7649B" w:rsidP="001D5022">
      <w:pPr>
        <w:spacing w:after="0" w:line="240" w:lineRule="auto"/>
      </w:pPr>
      <w:r>
        <w:separator/>
      </w:r>
    </w:p>
  </w:footnote>
  <w:footnote w:type="continuationSeparator" w:id="0">
    <w:p w:rsidR="00A7649B" w:rsidRDefault="00A7649B" w:rsidP="001D50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8DD"/>
    <w:rsid w:val="001D5022"/>
    <w:rsid w:val="003F4405"/>
    <w:rsid w:val="004866C7"/>
    <w:rsid w:val="007578DD"/>
    <w:rsid w:val="00A7649B"/>
    <w:rsid w:val="00B04563"/>
    <w:rsid w:val="00B274D7"/>
    <w:rsid w:val="00BC60DA"/>
    <w:rsid w:val="00DD2D44"/>
    <w:rsid w:val="00F6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5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022"/>
  </w:style>
  <w:style w:type="paragraph" w:styleId="Footer">
    <w:name w:val="footer"/>
    <w:basedOn w:val="Normal"/>
    <w:link w:val="FooterChar"/>
    <w:uiPriority w:val="99"/>
    <w:unhideWhenUsed/>
    <w:rsid w:val="001D5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0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5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022"/>
  </w:style>
  <w:style w:type="paragraph" w:styleId="Footer">
    <w:name w:val="footer"/>
    <w:basedOn w:val="Normal"/>
    <w:link w:val="FooterChar"/>
    <w:uiPriority w:val="99"/>
    <w:unhideWhenUsed/>
    <w:rsid w:val="001D5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nnis\Desktop\djm_blank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djm_blank_template.dotx</Template>
  <TotalTime>22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Dennis</cp:lastModifiedBy>
  <cp:revision>4</cp:revision>
  <dcterms:created xsi:type="dcterms:W3CDTF">2014-10-08T17:21:00Z</dcterms:created>
  <dcterms:modified xsi:type="dcterms:W3CDTF">2014-10-09T04:19:00Z</dcterms:modified>
</cp:coreProperties>
</file>