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5600" w:rsidRDefault="000A4ACC" w:rsidP="001D5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Problem set 1 Grading </w:t>
      </w:r>
    </w:p>
    <w:p w:rsidR="000A4ACC" w:rsidRDefault="000A4ACC" w:rsidP="001D5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75547" w:rsidRPr="000A4ACC" w:rsidRDefault="004A2A80" w:rsidP="001D50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A4ACC">
        <w:rPr>
          <w:rFonts w:ascii="Times New Roman" w:hAnsi="Times New Roman" w:cs="Times New Roman"/>
          <w:b/>
          <w:sz w:val="24"/>
          <w:szCs w:val="24"/>
        </w:rPr>
        <w:t>Aarons</w:t>
      </w:r>
      <w:r w:rsidR="000A4ACC" w:rsidRPr="000A4ACC">
        <w:rPr>
          <w:rFonts w:ascii="Times New Roman" w:hAnsi="Times New Roman" w:cs="Times New Roman"/>
          <w:b/>
          <w:sz w:val="24"/>
          <w:szCs w:val="24"/>
        </w:rPr>
        <w:t>: A-</w:t>
      </w:r>
    </w:p>
    <w:p w:rsidR="000C6163" w:rsidRPr="00C432C2" w:rsidRDefault="00C432C2" w:rsidP="00C43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2C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C6163" w:rsidRPr="00C432C2">
        <w:rPr>
          <w:rFonts w:ascii="Times New Roman" w:hAnsi="Times New Roman" w:cs="Times New Roman"/>
          <w:sz w:val="24"/>
          <w:szCs w:val="24"/>
        </w:rPr>
        <w:t xml:space="preserve">Verification of Riley’s result (Fig. 21) </w:t>
      </w:r>
      <w:r w:rsidR="009602CA" w:rsidRPr="00C432C2">
        <w:rPr>
          <w:rFonts w:ascii="Times New Roman" w:hAnsi="Times New Roman" w:cs="Times New Roman"/>
          <w:sz w:val="24"/>
          <w:szCs w:val="24"/>
        </w:rPr>
        <w:tab/>
      </w:r>
      <w:r w:rsidR="009602CA" w:rsidRPr="00C432C2">
        <w:rPr>
          <w:rFonts w:ascii="Times New Roman" w:hAnsi="Times New Roman" w:cs="Times New Roman"/>
          <w:sz w:val="24"/>
          <w:szCs w:val="24"/>
        </w:rPr>
        <w:tab/>
      </w:r>
      <w:r w:rsidR="00137C91" w:rsidRPr="00C432C2">
        <w:rPr>
          <w:rFonts w:ascii="Times New Roman" w:hAnsi="Times New Roman" w:cs="Times New Roman"/>
          <w:b/>
          <w:sz w:val="24"/>
          <w:szCs w:val="24"/>
        </w:rPr>
        <w:t>N</w:t>
      </w:r>
      <w:r w:rsidR="000C6163" w:rsidRPr="00C432C2">
        <w:rPr>
          <w:rFonts w:ascii="Times New Roman" w:hAnsi="Times New Roman" w:cs="Times New Roman"/>
          <w:b/>
          <w:sz w:val="24"/>
          <w:szCs w:val="24"/>
        </w:rPr>
        <w:t>ot presented</w:t>
      </w:r>
    </w:p>
    <w:p w:rsidR="000C6163" w:rsidRPr="00C432C2" w:rsidRDefault="00C432C2" w:rsidP="00C43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C6163" w:rsidRPr="00C432C2">
        <w:rPr>
          <w:rFonts w:ascii="Times New Roman" w:hAnsi="Times New Roman" w:cs="Times New Roman"/>
          <w:sz w:val="24"/>
          <w:szCs w:val="24"/>
        </w:rPr>
        <w:t xml:space="preserve">Sensitivity for p, R0, r, g, 1-N, ±20% </w:t>
      </w:r>
      <w:r w:rsidR="009602CA" w:rsidRPr="00C432C2">
        <w:rPr>
          <w:rFonts w:ascii="Times New Roman" w:hAnsi="Times New Roman" w:cs="Times New Roman"/>
          <w:sz w:val="24"/>
          <w:szCs w:val="24"/>
        </w:rPr>
        <w:tab/>
      </w:r>
      <w:r w:rsidR="009602CA" w:rsidRPr="00C432C2">
        <w:rPr>
          <w:rFonts w:ascii="Times New Roman" w:hAnsi="Times New Roman" w:cs="Times New Roman"/>
          <w:sz w:val="24"/>
          <w:szCs w:val="24"/>
        </w:rPr>
        <w:tab/>
      </w:r>
      <w:r w:rsidR="00137C91" w:rsidRPr="00C432C2">
        <w:rPr>
          <w:rFonts w:ascii="Times New Roman" w:hAnsi="Times New Roman" w:cs="Times New Roman"/>
          <w:b/>
          <w:sz w:val="24"/>
          <w:szCs w:val="24"/>
        </w:rPr>
        <w:t>F</w:t>
      </w:r>
      <w:r w:rsidR="000C6163" w:rsidRPr="00C432C2">
        <w:rPr>
          <w:rFonts w:ascii="Times New Roman" w:hAnsi="Times New Roman" w:cs="Times New Roman"/>
          <w:b/>
          <w:sz w:val="24"/>
          <w:szCs w:val="24"/>
        </w:rPr>
        <w:t>ull marks</w:t>
      </w:r>
    </w:p>
    <w:p w:rsidR="00C432C2" w:rsidRDefault="00C432C2" w:rsidP="00C432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C6163" w:rsidRPr="00C432C2">
        <w:rPr>
          <w:rFonts w:ascii="Times New Roman" w:hAnsi="Times New Roman" w:cs="Times New Roman"/>
          <w:sz w:val="24"/>
          <w:szCs w:val="24"/>
        </w:rPr>
        <w:t>Relative sensitivity of various parameters</w:t>
      </w:r>
      <w:r w:rsidR="009602CA" w:rsidRPr="00C432C2">
        <w:rPr>
          <w:rFonts w:ascii="Times New Roman" w:hAnsi="Times New Roman" w:cs="Times New Roman"/>
          <w:sz w:val="24"/>
          <w:szCs w:val="24"/>
        </w:rPr>
        <w:t xml:space="preserve"> </w:t>
      </w:r>
      <w:r w:rsidR="009602CA" w:rsidRPr="00C432C2">
        <w:rPr>
          <w:rFonts w:ascii="Times New Roman" w:hAnsi="Times New Roman" w:cs="Times New Roman"/>
          <w:sz w:val="24"/>
          <w:szCs w:val="24"/>
        </w:rPr>
        <w:tab/>
      </w:r>
      <w:r w:rsidR="00137C91" w:rsidRPr="00C432C2">
        <w:rPr>
          <w:rFonts w:ascii="Times New Roman" w:hAnsi="Times New Roman" w:cs="Times New Roman"/>
          <w:b/>
          <w:sz w:val="24"/>
          <w:szCs w:val="24"/>
        </w:rPr>
        <w:t>A</w:t>
      </w:r>
      <w:r w:rsidR="009602CA" w:rsidRPr="00C432C2">
        <w:rPr>
          <w:rFonts w:ascii="Times New Roman" w:hAnsi="Times New Roman" w:cs="Times New Roman"/>
          <w:b/>
          <w:sz w:val="24"/>
          <w:szCs w:val="24"/>
        </w:rPr>
        <w:t xml:space="preserve"> few minor </w:t>
      </w:r>
      <w:r>
        <w:rPr>
          <w:rFonts w:ascii="Times New Roman" w:hAnsi="Times New Roman" w:cs="Times New Roman"/>
          <w:b/>
          <w:sz w:val="24"/>
          <w:szCs w:val="24"/>
        </w:rPr>
        <w:t xml:space="preserve">issues in </w:t>
      </w:r>
      <w:r w:rsidR="009602CA" w:rsidRPr="00C432C2">
        <w:rPr>
          <w:rFonts w:ascii="Times New Roman" w:hAnsi="Times New Roman" w:cs="Times New Roman"/>
          <w:b/>
          <w:sz w:val="24"/>
          <w:szCs w:val="24"/>
        </w:rPr>
        <w:t>interpretation</w:t>
      </w:r>
    </w:p>
    <w:p w:rsidR="00C432C2" w:rsidRPr="00C432C2" w:rsidRDefault="00C432C2" w:rsidP="00C432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C6163" w:rsidRPr="00C432C2">
        <w:rPr>
          <w:rFonts w:ascii="Times New Roman" w:hAnsi="Times New Roman" w:cs="Times New Roman"/>
          <w:sz w:val="24"/>
          <w:szCs w:val="24"/>
        </w:rPr>
        <w:t xml:space="preserve">Comparison to </w:t>
      </w:r>
      <w:r w:rsidR="00EC5600" w:rsidRPr="00C432C2">
        <w:rPr>
          <w:rFonts w:ascii="Times New Roman" w:hAnsi="Times New Roman" w:cs="Times New Roman"/>
          <w:sz w:val="24"/>
          <w:szCs w:val="24"/>
        </w:rPr>
        <w:t xml:space="preserve">Riley’s </w:t>
      </w:r>
      <w:r w:rsidR="000C6163" w:rsidRPr="00C432C2">
        <w:rPr>
          <w:rFonts w:ascii="Times New Roman" w:hAnsi="Times New Roman" w:cs="Times New Roman"/>
          <w:sz w:val="24"/>
          <w:szCs w:val="24"/>
        </w:rPr>
        <w:t xml:space="preserve">27% error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37C91" w:rsidRPr="00C432C2">
        <w:rPr>
          <w:rFonts w:ascii="Times New Roman" w:hAnsi="Times New Roman" w:cs="Times New Roman"/>
          <w:b/>
          <w:sz w:val="24"/>
          <w:szCs w:val="24"/>
        </w:rPr>
        <w:t>F</w:t>
      </w:r>
      <w:r w:rsidR="00EC5600" w:rsidRPr="00C432C2">
        <w:rPr>
          <w:rFonts w:ascii="Times New Roman" w:hAnsi="Times New Roman" w:cs="Times New Roman"/>
          <w:b/>
          <w:sz w:val="24"/>
          <w:szCs w:val="24"/>
        </w:rPr>
        <w:t>ull marks</w:t>
      </w:r>
    </w:p>
    <w:p w:rsidR="00C432C2" w:rsidRDefault="00C432C2" w:rsidP="00C432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6163" w:rsidRPr="00C432C2" w:rsidRDefault="00C432C2" w:rsidP="00C432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0C6163" w:rsidRPr="00C432C2">
        <w:rPr>
          <w:rFonts w:ascii="Times New Roman" w:hAnsi="Times New Roman" w:cs="Times New Roman"/>
          <w:sz w:val="24"/>
          <w:szCs w:val="24"/>
        </w:rPr>
        <w:t>Conditions for P to be periodic</w:t>
      </w:r>
      <w:r w:rsidR="009602CA" w:rsidRPr="00C432C2">
        <w:rPr>
          <w:rFonts w:ascii="Times New Roman" w:hAnsi="Times New Roman" w:cs="Times New Roman"/>
          <w:sz w:val="24"/>
          <w:szCs w:val="24"/>
        </w:rPr>
        <w:tab/>
      </w:r>
      <w:r w:rsidR="009602CA" w:rsidRPr="00C432C2">
        <w:rPr>
          <w:rFonts w:ascii="Times New Roman" w:hAnsi="Times New Roman" w:cs="Times New Roman"/>
          <w:sz w:val="24"/>
          <w:szCs w:val="24"/>
        </w:rPr>
        <w:tab/>
      </w:r>
      <w:r w:rsidR="009602CA" w:rsidRPr="00C432C2">
        <w:rPr>
          <w:rFonts w:ascii="Times New Roman" w:hAnsi="Times New Roman" w:cs="Times New Roman"/>
          <w:sz w:val="24"/>
          <w:szCs w:val="24"/>
        </w:rPr>
        <w:tab/>
      </w:r>
      <w:r w:rsidR="00EC5600" w:rsidRPr="00C432C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37C91" w:rsidRPr="00C432C2">
        <w:rPr>
          <w:rFonts w:ascii="Times New Roman" w:hAnsi="Times New Roman" w:cs="Times New Roman"/>
          <w:b/>
          <w:sz w:val="24"/>
          <w:szCs w:val="24"/>
        </w:rPr>
        <w:t>F</w:t>
      </w:r>
      <w:r w:rsidR="00EC5600" w:rsidRPr="00C432C2">
        <w:rPr>
          <w:rFonts w:ascii="Times New Roman" w:hAnsi="Times New Roman" w:cs="Times New Roman"/>
          <w:b/>
          <w:sz w:val="24"/>
          <w:szCs w:val="24"/>
        </w:rPr>
        <w:t>ull marks</w:t>
      </w:r>
    </w:p>
    <w:p w:rsidR="000C6163" w:rsidRDefault="000C6163" w:rsidP="000C6163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Find</w:t>
      </w:r>
      <w:r w:rsidRPr="00352F25">
        <w:rPr>
          <w:rFonts w:ascii="Times New Roman" w:hAnsi="Times New Roman" w:cs="Times New Roman"/>
          <w:sz w:val="24"/>
          <w:szCs w:val="24"/>
        </w:rPr>
        <w:t xml:space="preserve"> a value of g that ensures periodicity</w:t>
      </w:r>
      <w:r w:rsidR="00EC5600" w:rsidRPr="00EC56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5600">
        <w:rPr>
          <w:rFonts w:ascii="Times New Roman" w:hAnsi="Times New Roman" w:cs="Times New Roman"/>
          <w:b/>
          <w:sz w:val="24"/>
          <w:szCs w:val="24"/>
        </w:rPr>
        <w:tab/>
      </w:r>
      <w:r w:rsidR="00EC5600">
        <w:rPr>
          <w:rFonts w:ascii="Times New Roman" w:hAnsi="Times New Roman" w:cs="Times New Roman"/>
          <w:b/>
          <w:sz w:val="24"/>
          <w:szCs w:val="24"/>
        </w:rPr>
        <w:tab/>
      </w:r>
      <w:r w:rsidR="00EC5600">
        <w:rPr>
          <w:rFonts w:ascii="Times New Roman" w:hAnsi="Times New Roman" w:cs="Times New Roman"/>
          <w:b/>
          <w:sz w:val="24"/>
          <w:szCs w:val="24"/>
        </w:rPr>
        <w:tab/>
      </w:r>
      <w:r w:rsidR="00137C91">
        <w:rPr>
          <w:rFonts w:ascii="Times New Roman" w:hAnsi="Times New Roman" w:cs="Times New Roman"/>
          <w:b/>
          <w:sz w:val="24"/>
          <w:szCs w:val="24"/>
        </w:rPr>
        <w:t>F</w:t>
      </w:r>
      <w:r w:rsidR="00EC5600" w:rsidRPr="000C6163">
        <w:rPr>
          <w:rFonts w:ascii="Times New Roman" w:hAnsi="Times New Roman" w:cs="Times New Roman"/>
          <w:b/>
          <w:sz w:val="24"/>
          <w:szCs w:val="24"/>
        </w:rPr>
        <w:t>ull marks</w:t>
      </w:r>
    </w:p>
    <w:p w:rsidR="00C432C2" w:rsidRDefault="000C6163" w:rsidP="00C432C2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does the value vary as other parameters are changed?</w:t>
      </w:r>
      <w:r w:rsidR="00EC5600" w:rsidRPr="00EC56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5600">
        <w:rPr>
          <w:rFonts w:ascii="Times New Roman" w:hAnsi="Times New Roman" w:cs="Times New Roman"/>
          <w:b/>
          <w:sz w:val="24"/>
          <w:szCs w:val="24"/>
        </w:rPr>
        <w:tab/>
      </w:r>
      <w:r w:rsidR="00137C91">
        <w:rPr>
          <w:rFonts w:ascii="Times New Roman" w:hAnsi="Times New Roman" w:cs="Times New Roman"/>
          <w:b/>
          <w:sz w:val="24"/>
          <w:szCs w:val="24"/>
        </w:rPr>
        <w:t>F</w:t>
      </w:r>
      <w:r w:rsidR="00EC5600" w:rsidRPr="000C6163">
        <w:rPr>
          <w:rFonts w:ascii="Times New Roman" w:hAnsi="Times New Roman" w:cs="Times New Roman"/>
          <w:b/>
          <w:sz w:val="24"/>
          <w:szCs w:val="24"/>
        </w:rPr>
        <w:t>ull marks</w:t>
      </w:r>
    </w:p>
    <w:p w:rsidR="00C432C2" w:rsidRDefault="00C432C2" w:rsidP="00C432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6163" w:rsidRPr="00C432C2" w:rsidRDefault="00C432C2" w:rsidP="00C432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0C6163" w:rsidRPr="00C432C2">
        <w:rPr>
          <w:rFonts w:ascii="Times New Roman" w:hAnsi="Times New Roman" w:cs="Times New Roman"/>
          <w:sz w:val="24"/>
          <w:szCs w:val="24"/>
        </w:rPr>
        <w:t>Perturb the periodic model with 20% random variations in Z and discuss</w:t>
      </w:r>
    </w:p>
    <w:p w:rsidR="00EC5600" w:rsidRPr="00137C91" w:rsidRDefault="00EC5600" w:rsidP="00C432C2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137C91">
        <w:rPr>
          <w:rFonts w:ascii="Times New Roman" w:hAnsi="Times New Roman" w:cs="Times New Roman"/>
          <w:b/>
          <w:sz w:val="24"/>
          <w:szCs w:val="24"/>
        </w:rPr>
        <w:t>Full marks.  Note that in some cases P can show a long</w:t>
      </w:r>
      <w:r w:rsidR="00C432C2">
        <w:rPr>
          <w:rFonts w:ascii="Times New Roman" w:hAnsi="Times New Roman" w:cs="Times New Roman"/>
          <w:b/>
          <w:sz w:val="24"/>
          <w:szCs w:val="24"/>
        </w:rPr>
        <w:t>-</w:t>
      </w:r>
      <w:r w:rsidRPr="00137C91">
        <w:rPr>
          <w:rFonts w:ascii="Times New Roman" w:hAnsi="Times New Roman" w:cs="Times New Roman"/>
          <w:b/>
          <w:sz w:val="24"/>
          <w:szCs w:val="24"/>
        </w:rPr>
        <w:t>term secular increase.</w:t>
      </w:r>
    </w:p>
    <w:p w:rsidR="000C6163" w:rsidRDefault="000C6163" w:rsidP="000C61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6163" w:rsidRDefault="000C6163" w:rsidP="001D5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2A80" w:rsidRPr="000A4ACC" w:rsidRDefault="004A2A80" w:rsidP="001D50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A4ACC">
        <w:rPr>
          <w:rFonts w:ascii="Times New Roman" w:hAnsi="Times New Roman" w:cs="Times New Roman"/>
          <w:b/>
          <w:sz w:val="24"/>
          <w:szCs w:val="24"/>
        </w:rPr>
        <w:t>Abbott</w:t>
      </w:r>
      <w:r w:rsidR="000A4ACC" w:rsidRPr="000A4ACC">
        <w:rPr>
          <w:rFonts w:ascii="Times New Roman" w:hAnsi="Times New Roman" w:cs="Times New Roman"/>
          <w:b/>
          <w:sz w:val="24"/>
          <w:szCs w:val="24"/>
        </w:rPr>
        <w:t>: A</w:t>
      </w:r>
    </w:p>
    <w:p w:rsidR="00C432C2" w:rsidRPr="00C432C2" w:rsidRDefault="00C432C2" w:rsidP="00C43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2C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432C2">
        <w:rPr>
          <w:rFonts w:ascii="Times New Roman" w:hAnsi="Times New Roman" w:cs="Times New Roman"/>
          <w:sz w:val="24"/>
          <w:szCs w:val="24"/>
        </w:rPr>
        <w:t xml:space="preserve">Verification of Riley’s result (Fig. 21) </w:t>
      </w:r>
      <w:r w:rsidRPr="00C432C2">
        <w:rPr>
          <w:rFonts w:ascii="Times New Roman" w:hAnsi="Times New Roman" w:cs="Times New Roman"/>
          <w:sz w:val="24"/>
          <w:szCs w:val="24"/>
        </w:rPr>
        <w:tab/>
      </w:r>
      <w:r w:rsidRPr="00C432C2">
        <w:rPr>
          <w:rFonts w:ascii="Times New Roman" w:hAnsi="Times New Roman" w:cs="Times New Roman"/>
          <w:sz w:val="24"/>
          <w:szCs w:val="24"/>
        </w:rPr>
        <w:tab/>
      </w:r>
      <w:r w:rsidR="00D05237">
        <w:rPr>
          <w:rFonts w:ascii="Times New Roman" w:hAnsi="Times New Roman" w:cs="Times New Roman"/>
          <w:b/>
          <w:sz w:val="24"/>
          <w:szCs w:val="24"/>
        </w:rPr>
        <w:t>Full marks</w:t>
      </w:r>
    </w:p>
    <w:p w:rsidR="00C432C2" w:rsidRPr="00C432C2" w:rsidRDefault="00C432C2" w:rsidP="00C43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432C2">
        <w:rPr>
          <w:rFonts w:ascii="Times New Roman" w:hAnsi="Times New Roman" w:cs="Times New Roman"/>
          <w:sz w:val="24"/>
          <w:szCs w:val="24"/>
        </w:rPr>
        <w:t xml:space="preserve">Sensitivity for p, R0, r, g, 1-N, ±20% </w:t>
      </w:r>
      <w:r w:rsidRPr="00C432C2">
        <w:rPr>
          <w:rFonts w:ascii="Times New Roman" w:hAnsi="Times New Roman" w:cs="Times New Roman"/>
          <w:sz w:val="24"/>
          <w:szCs w:val="24"/>
        </w:rPr>
        <w:tab/>
      </w:r>
      <w:r w:rsidRPr="00C432C2">
        <w:rPr>
          <w:rFonts w:ascii="Times New Roman" w:hAnsi="Times New Roman" w:cs="Times New Roman"/>
          <w:sz w:val="24"/>
          <w:szCs w:val="24"/>
        </w:rPr>
        <w:tab/>
      </w:r>
      <w:r w:rsidRPr="00C432C2">
        <w:rPr>
          <w:rFonts w:ascii="Times New Roman" w:hAnsi="Times New Roman" w:cs="Times New Roman"/>
          <w:b/>
          <w:sz w:val="24"/>
          <w:szCs w:val="24"/>
        </w:rPr>
        <w:t>Full marks</w:t>
      </w:r>
    </w:p>
    <w:p w:rsidR="00C432C2" w:rsidRDefault="00C432C2" w:rsidP="00C432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432C2">
        <w:rPr>
          <w:rFonts w:ascii="Times New Roman" w:hAnsi="Times New Roman" w:cs="Times New Roman"/>
          <w:sz w:val="24"/>
          <w:szCs w:val="24"/>
        </w:rPr>
        <w:t xml:space="preserve">Relative sensitivity of various parameters </w:t>
      </w:r>
      <w:r w:rsidRPr="00C432C2">
        <w:rPr>
          <w:rFonts w:ascii="Times New Roman" w:hAnsi="Times New Roman" w:cs="Times New Roman"/>
          <w:sz w:val="24"/>
          <w:szCs w:val="24"/>
        </w:rPr>
        <w:tab/>
      </w:r>
      <w:r w:rsidR="008925D2">
        <w:rPr>
          <w:rFonts w:ascii="Times New Roman" w:hAnsi="Times New Roman" w:cs="Times New Roman"/>
          <w:b/>
          <w:sz w:val="24"/>
          <w:szCs w:val="24"/>
        </w:rPr>
        <w:t>Full marks</w:t>
      </w:r>
    </w:p>
    <w:p w:rsidR="00C432C2" w:rsidRPr="00C432C2" w:rsidRDefault="00C432C2" w:rsidP="00C432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432C2">
        <w:rPr>
          <w:rFonts w:ascii="Times New Roman" w:hAnsi="Times New Roman" w:cs="Times New Roman"/>
          <w:sz w:val="24"/>
          <w:szCs w:val="24"/>
        </w:rPr>
        <w:t xml:space="preserve">Comparison to Riley’s 27% error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432C2">
        <w:rPr>
          <w:rFonts w:ascii="Times New Roman" w:hAnsi="Times New Roman" w:cs="Times New Roman"/>
          <w:b/>
          <w:sz w:val="24"/>
          <w:szCs w:val="24"/>
        </w:rPr>
        <w:t>Full marks</w:t>
      </w:r>
    </w:p>
    <w:p w:rsidR="00C432C2" w:rsidRDefault="00C432C2" w:rsidP="00C432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32C2" w:rsidRPr="00C432C2" w:rsidRDefault="00C432C2" w:rsidP="00C432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C432C2">
        <w:rPr>
          <w:rFonts w:ascii="Times New Roman" w:hAnsi="Times New Roman" w:cs="Times New Roman"/>
          <w:sz w:val="24"/>
          <w:szCs w:val="24"/>
        </w:rPr>
        <w:t>Conditions for P to be periodic</w:t>
      </w:r>
      <w:r w:rsidRPr="00C432C2">
        <w:rPr>
          <w:rFonts w:ascii="Times New Roman" w:hAnsi="Times New Roman" w:cs="Times New Roman"/>
          <w:sz w:val="24"/>
          <w:szCs w:val="24"/>
        </w:rPr>
        <w:tab/>
      </w:r>
      <w:r w:rsidRPr="00C432C2">
        <w:rPr>
          <w:rFonts w:ascii="Times New Roman" w:hAnsi="Times New Roman" w:cs="Times New Roman"/>
          <w:sz w:val="24"/>
          <w:szCs w:val="24"/>
        </w:rPr>
        <w:tab/>
      </w:r>
      <w:r w:rsidRPr="00C432C2">
        <w:rPr>
          <w:rFonts w:ascii="Times New Roman" w:hAnsi="Times New Roman" w:cs="Times New Roman"/>
          <w:sz w:val="24"/>
          <w:szCs w:val="24"/>
        </w:rPr>
        <w:tab/>
      </w:r>
      <w:r w:rsidRPr="00C432C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432C2">
        <w:rPr>
          <w:rFonts w:ascii="Times New Roman" w:hAnsi="Times New Roman" w:cs="Times New Roman"/>
          <w:b/>
          <w:sz w:val="24"/>
          <w:szCs w:val="24"/>
        </w:rPr>
        <w:t>Full marks</w:t>
      </w:r>
    </w:p>
    <w:p w:rsidR="00C432C2" w:rsidRDefault="00C432C2" w:rsidP="00C432C2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Find</w:t>
      </w:r>
      <w:r w:rsidRPr="00352F25">
        <w:rPr>
          <w:rFonts w:ascii="Times New Roman" w:hAnsi="Times New Roman" w:cs="Times New Roman"/>
          <w:sz w:val="24"/>
          <w:szCs w:val="24"/>
        </w:rPr>
        <w:t xml:space="preserve"> a value of g that ensures periodicity</w:t>
      </w:r>
      <w:r w:rsidRPr="00EC560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F</w:t>
      </w:r>
      <w:r w:rsidRPr="000C6163">
        <w:rPr>
          <w:rFonts w:ascii="Times New Roman" w:hAnsi="Times New Roman" w:cs="Times New Roman"/>
          <w:b/>
          <w:sz w:val="24"/>
          <w:szCs w:val="24"/>
        </w:rPr>
        <w:t>ull marks</w:t>
      </w:r>
    </w:p>
    <w:p w:rsidR="00C432C2" w:rsidRDefault="00C432C2" w:rsidP="00C432C2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does the value vary as other parameters are changed?</w:t>
      </w:r>
      <w:r w:rsidRPr="00EC560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  <w:t>F</w:t>
      </w:r>
      <w:r w:rsidRPr="000C6163">
        <w:rPr>
          <w:rFonts w:ascii="Times New Roman" w:hAnsi="Times New Roman" w:cs="Times New Roman"/>
          <w:b/>
          <w:sz w:val="24"/>
          <w:szCs w:val="24"/>
        </w:rPr>
        <w:t>ull marks</w:t>
      </w:r>
    </w:p>
    <w:p w:rsidR="00C432C2" w:rsidRDefault="00C432C2" w:rsidP="00C432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32C2" w:rsidRPr="00C432C2" w:rsidRDefault="00C432C2" w:rsidP="00C432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C432C2">
        <w:rPr>
          <w:rFonts w:ascii="Times New Roman" w:hAnsi="Times New Roman" w:cs="Times New Roman"/>
          <w:sz w:val="24"/>
          <w:szCs w:val="24"/>
        </w:rPr>
        <w:t>Perturb the periodic model with 20% random variations in Z and discuss</w:t>
      </w:r>
    </w:p>
    <w:p w:rsidR="00C432C2" w:rsidRPr="00137C91" w:rsidRDefault="00C432C2" w:rsidP="00C432C2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137C91">
        <w:rPr>
          <w:rFonts w:ascii="Times New Roman" w:hAnsi="Times New Roman" w:cs="Times New Roman"/>
          <w:b/>
          <w:sz w:val="24"/>
          <w:szCs w:val="24"/>
        </w:rPr>
        <w:t xml:space="preserve">Full marks.  </w:t>
      </w:r>
      <w:r w:rsidR="001269EB">
        <w:rPr>
          <w:rFonts w:ascii="Times New Roman" w:hAnsi="Times New Roman" w:cs="Times New Roman"/>
          <w:b/>
          <w:sz w:val="24"/>
          <w:szCs w:val="24"/>
        </w:rPr>
        <w:t xml:space="preserve">You solved a slightly different problem than was posed: random perturbations were added to both P and Z rather than just Z.  In any case, you did a very thorough job.  Your solution does not have a </w:t>
      </w:r>
      <w:proofErr w:type="gramStart"/>
      <w:r w:rsidR="001269EB">
        <w:rPr>
          <w:rFonts w:ascii="Times New Roman" w:hAnsi="Times New Roman" w:cs="Times New Roman"/>
          <w:b/>
          <w:sz w:val="24"/>
          <w:szCs w:val="24"/>
        </w:rPr>
        <w:t>long term</w:t>
      </w:r>
      <w:proofErr w:type="gramEnd"/>
      <w:r w:rsidR="001269EB">
        <w:rPr>
          <w:rFonts w:ascii="Times New Roman" w:hAnsi="Times New Roman" w:cs="Times New Roman"/>
          <w:b/>
          <w:sz w:val="24"/>
          <w:szCs w:val="24"/>
        </w:rPr>
        <w:t xml:space="preserve"> trend, whereas the perturbations to Z only can result in long term increases and decreases.</w:t>
      </w:r>
    </w:p>
    <w:p w:rsidR="00C432C2" w:rsidRDefault="00C432C2" w:rsidP="001D5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2A80" w:rsidRPr="000A4ACC" w:rsidRDefault="004A2A80" w:rsidP="001D50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A4ACC">
        <w:rPr>
          <w:rFonts w:ascii="Times New Roman" w:hAnsi="Times New Roman" w:cs="Times New Roman"/>
          <w:b/>
          <w:sz w:val="24"/>
          <w:szCs w:val="24"/>
        </w:rPr>
        <w:t>Dotzel</w:t>
      </w:r>
      <w:proofErr w:type="spellEnd"/>
      <w:r w:rsidR="000A4ACC" w:rsidRPr="000A4ACC">
        <w:rPr>
          <w:rFonts w:ascii="Times New Roman" w:hAnsi="Times New Roman" w:cs="Times New Roman"/>
          <w:b/>
          <w:sz w:val="24"/>
          <w:szCs w:val="24"/>
        </w:rPr>
        <w:t>: A-</w:t>
      </w:r>
    </w:p>
    <w:p w:rsidR="001269EB" w:rsidRPr="00C432C2" w:rsidRDefault="001269EB" w:rsidP="001269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2C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432C2">
        <w:rPr>
          <w:rFonts w:ascii="Times New Roman" w:hAnsi="Times New Roman" w:cs="Times New Roman"/>
          <w:sz w:val="24"/>
          <w:szCs w:val="24"/>
        </w:rPr>
        <w:t xml:space="preserve">Verification of Riley’s result (Fig. 21) </w:t>
      </w:r>
      <w:r w:rsidRPr="00C432C2">
        <w:rPr>
          <w:rFonts w:ascii="Times New Roman" w:hAnsi="Times New Roman" w:cs="Times New Roman"/>
          <w:sz w:val="24"/>
          <w:szCs w:val="24"/>
        </w:rPr>
        <w:tab/>
      </w:r>
      <w:r w:rsidRPr="00C432C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Full marks</w:t>
      </w:r>
    </w:p>
    <w:p w:rsidR="001269EB" w:rsidRPr="00C432C2" w:rsidRDefault="001269EB" w:rsidP="001269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432C2">
        <w:rPr>
          <w:rFonts w:ascii="Times New Roman" w:hAnsi="Times New Roman" w:cs="Times New Roman"/>
          <w:sz w:val="24"/>
          <w:szCs w:val="24"/>
        </w:rPr>
        <w:t xml:space="preserve">Sensitivity for p, R0, r, g, 1-N, ±20% </w:t>
      </w:r>
      <w:r w:rsidRPr="00C432C2">
        <w:rPr>
          <w:rFonts w:ascii="Times New Roman" w:hAnsi="Times New Roman" w:cs="Times New Roman"/>
          <w:sz w:val="24"/>
          <w:szCs w:val="24"/>
        </w:rPr>
        <w:tab/>
      </w:r>
      <w:r w:rsidRPr="00C432C2">
        <w:rPr>
          <w:rFonts w:ascii="Times New Roman" w:hAnsi="Times New Roman" w:cs="Times New Roman"/>
          <w:sz w:val="24"/>
          <w:szCs w:val="24"/>
        </w:rPr>
        <w:tab/>
      </w:r>
      <w:r w:rsidRPr="00C432C2">
        <w:rPr>
          <w:rFonts w:ascii="Times New Roman" w:hAnsi="Times New Roman" w:cs="Times New Roman"/>
          <w:b/>
          <w:sz w:val="24"/>
          <w:szCs w:val="24"/>
        </w:rPr>
        <w:t>Full marks</w:t>
      </w:r>
    </w:p>
    <w:p w:rsidR="001269EB" w:rsidRDefault="001269EB" w:rsidP="001269E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432C2">
        <w:rPr>
          <w:rFonts w:ascii="Times New Roman" w:hAnsi="Times New Roman" w:cs="Times New Roman"/>
          <w:sz w:val="24"/>
          <w:szCs w:val="24"/>
        </w:rPr>
        <w:t xml:space="preserve">Relative sensitivity of various parameters </w:t>
      </w:r>
      <w:r w:rsidRPr="00C432C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Full marks</w:t>
      </w:r>
    </w:p>
    <w:p w:rsidR="001269EB" w:rsidRPr="00C432C2" w:rsidRDefault="001269EB" w:rsidP="00B61B00">
      <w:pPr>
        <w:spacing w:after="0" w:line="240" w:lineRule="auto"/>
        <w:ind w:left="5040" w:hanging="50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432C2">
        <w:rPr>
          <w:rFonts w:ascii="Times New Roman" w:hAnsi="Times New Roman" w:cs="Times New Roman"/>
          <w:sz w:val="24"/>
          <w:szCs w:val="24"/>
        </w:rPr>
        <w:t xml:space="preserve">Comparison to Riley’s 27% error </w:t>
      </w:r>
      <w:r>
        <w:rPr>
          <w:rFonts w:ascii="Times New Roman" w:hAnsi="Times New Roman" w:cs="Times New Roman"/>
          <w:sz w:val="24"/>
          <w:szCs w:val="24"/>
        </w:rPr>
        <w:tab/>
      </w:r>
      <w:r w:rsidR="00B61B00">
        <w:rPr>
          <w:rFonts w:ascii="Times New Roman" w:hAnsi="Times New Roman" w:cs="Times New Roman"/>
          <w:b/>
          <w:sz w:val="24"/>
          <w:szCs w:val="24"/>
        </w:rPr>
        <w:t>Have you tried interpolating your model solution into the same time grid as the observations prior to computing the error?</w:t>
      </w:r>
    </w:p>
    <w:p w:rsidR="001269EB" w:rsidRDefault="001269EB" w:rsidP="00126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69EB" w:rsidRPr="00C432C2" w:rsidRDefault="001269EB" w:rsidP="00126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C432C2">
        <w:rPr>
          <w:rFonts w:ascii="Times New Roman" w:hAnsi="Times New Roman" w:cs="Times New Roman"/>
          <w:sz w:val="24"/>
          <w:szCs w:val="24"/>
        </w:rPr>
        <w:t>Conditions for P to be periodic</w:t>
      </w:r>
      <w:r w:rsidRPr="00C432C2">
        <w:rPr>
          <w:rFonts w:ascii="Times New Roman" w:hAnsi="Times New Roman" w:cs="Times New Roman"/>
          <w:sz w:val="24"/>
          <w:szCs w:val="24"/>
        </w:rPr>
        <w:tab/>
      </w:r>
      <w:r w:rsidRPr="00C432C2">
        <w:rPr>
          <w:rFonts w:ascii="Times New Roman" w:hAnsi="Times New Roman" w:cs="Times New Roman"/>
          <w:sz w:val="24"/>
          <w:szCs w:val="24"/>
        </w:rPr>
        <w:tab/>
      </w:r>
      <w:r w:rsidRPr="00C432C2">
        <w:rPr>
          <w:rFonts w:ascii="Times New Roman" w:hAnsi="Times New Roman" w:cs="Times New Roman"/>
          <w:sz w:val="24"/>
          <w:szCs w:val="24"/>
        </w:rPr>
        <w:tab/>
      </w:r>
      <w:r w:rsidRPr="00C432C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96683">
        <w:rPr>
          <w:rFonts w:ascii="Times New Roman" w:hAnsi="Times New Roman" w:cs="Times New Roman"/>
          <w:b/>
          <w:sz w:val="24"/>
          <w:szCs w:val="24"/>
        </w:rPr>
        <w:t>Did not answer</w:t>
      </w:r>
    </w:p>
    <w:p w:rsidR="001269EB" w:rsidRDefault="001269EB" w:rsidP="001269EB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Find</w:t>
      </w:r>
      <w:r w:rsidRPr="00352F25">
        <w:rPr>
          <w:rFonts w:ascii="Times New Roman" w:hAnsi="Times New Roman" w:cs="Times New Roman"/>
          <w:sz w:val="24"/>
          <w:szCs w:val="24"/>
        </w:rPr>
        <w:t xml:space="preserve"> a value of g that ensures periodicity</w:t>
      </w:r>
      <w:r w:rsidRPr="00EC560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F</w:t>
      </w:r>
      <w:r w:rsidRPr="000C6163">
        <w:rPr>
          <w:rFonts w:ascii="Times New Roman" w:hAnsi="Times New Roman" w:cs="Times New Roman"/>
          <w:b/>
          <w:sz w:val="24"/>
          <w:szCs w:val="24"/>
        </w:rPr>
        <w:t>ull marks</w:t>
      </w:r>
    </w:p>
    <w:p w:rsidR="001269EB" w:rsidRDefault="001269EB" w:rsidP="001269EB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does the value vary as other parameters are changed?</w:t>
      </w:r>
      <w:r w:rsidRPr="00EC560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B61B00">
        <w:rPr>
          <w:rFonts w:ascii="Times New Roman" w:hAnsi="Times New Roman" w:cs="Times New Roman"/>
          <w:b/>
          <w:sz w:val="24"/>
          <w:szCs w:val="24"/>
        </w:rPr>
        <w:t>Did not answer</w:t>
      </w:r>
    </w:p>
    <w:p w:rsidR="001269EB" w:rsidRDefault="001269EB" w:rsidP="00126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69EB" w:rsidRDefault="001269EB" w:rsidP="00126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C432C2">
        <w:rPr>
          <w:rFonts w:ascii="Times New Roman" w:hAnsi="Times New Roman" w:cs="Times New Roman"/>
          <w:sz w:val="24"/>
          <w:szCs w:val="24"/>
        </w:rPr>
        <w:t>Perturb the periodic model with 20% random variations in Z and discuss</w:t>
      </w:r>
    </w:p>
    <w:p w:rsidR="00B61B00" w:rsidRPr="00B61B00" w:rsidRDefault="00B61B00" w:rsidP="001269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B61B00">
        <w:rPr>
          <w:rFonts w:ascii="Times New Roman" w:hAnsi="Times New Roman" w:cs="Times New Roman"/>
          <w:b/>
          <w:sz w:val="24"/>
          <w:szCs w:val="24"/>
        </w:rPr>
        <w:t>Full marks, excellent analysis.</w:t>
      </w:r>
    </w:p>
    <w:p w:rsidR="001269EB" w:rsidRDefault="001269EB" w:rsidP="001D5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2A80" w:rsidRPr="000A4ACC" w:rsidRDefault="004A2A80" w:rsidP="001D50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A4ACC">
        <w:rPr>
          <w:rFonts w:ascii="Times New Roman" w:hAnsi="Times New Roman" w:cs="Times New Roman"/>
          <w:b/>
          <w:sz w:val="24"/>
          <w:szCs w:val="24"/>
        </w:rPr>
        <w:t>Fachon</w:t>
      </w:r>
      <w:proofErr w:type="spellEnd"/>
      <w:r w:rsidR="000A4ACC" w:rsidRPr="000A4ACC">
        <w:rPr>
          <w:rFonts w:ascii="Times New Roman" w:hAnsi="Times New Roman" w:cs="Times New Roman"/>
          <w:b/>
          <w:sz w:val="24"/>
          <w:szCs w:val="24"/>
        </w:rPr>
        <w:t>: A</w:t>
      </w:r>
    </w:p>
    <w:p w:rsidR="00B61B00" w:rsidRPr="00C432C2" w:rsidRDefault="00B61B00" w:rsidP="00B61B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2C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432C2">
        <w:rPr>
          <w:rFonts w:ascii="Times New Roman" w:hAnsi="Times New Roman" w:cs="Times New Roman"/>
          <w:sz w:val="24"/>
          <w:szCs w:val="24"/>
        </w:rPr>
        <w:t xml:space="preserve">Verification of Riley’s result (Fig. 21) </w:t>
      </w:r>
      <w:r w:rsidRPr="00C432C2">
        <w:rPr>
          <w:rFonts w:ascii="Times New Roman" w:hAnsi="Times New Roman" w:cs="Times New Roman"/>
          <w:sz w:val="24"/>
          <w:szCs w:val="24"/>
        </w:rPr>
        <w:tab/>
      </w:r>
      <w:r w:rsidRPr="00C432C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Full marks</w:t>
      </w:r>
    </w:p>
    <w:p w:rsidR="00B61B00" w:rsidRPr="00C432C2" w:rsidRDefault="00B61B00" w:rsidP="00B61B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432C2">
        <w:rPr>
          <w:rFonts w:ascii="Times New Roman" w:hAnsi="Times New Roman" w:cs="Times New Roman"/>
          <w:sz w:val="24"/>
          <w:szCs w:val="24"/>
        </w:rPr>
        <w:t xml:space="preserve">Sensitivity for p, R0, r, g, 1-N, ±20% </w:t>
      </w:r>
      <w:r w:rsidRPr="00C432C2">
        <w:rPr>
          <w:rFonts w:ascii="Times New Roman" w:hAnsi="Times New Roman" w:cs="Times New Roman"/>
          <w:sz w:val="24"/>
          <w:szCs w:val="24"/>
        </w:rPr>
        <w:tab/>
      </w:r>
      <w:r w:rsidRPr="00C432C2">
        <w:rPr>
          <w:rFonts w:ascii="Times New Roman" w:hAnsi="Times New Roman" w:cs="Times New Roman"/>
          <w:sz w:val="24"/>
          <w:szCs w:val="24"/>
        </w:rPr>
        <w:tab/>
      </w:r>
      <w:r w:rsidRPr="00C432C2">
        <w:rPr>
          <w:rFonts w:ascii="Times New Roman" w:hAnsi="Times New Roman" w:cs="Times New Roman"/>
          <w:b/>
          <w:sz w:val="24"/>
          <w:szCs w:val="24"/>
        </w:rPr>
        <w:t>Full marks</w:t>
      </w:r>
    </w:p>
    <w:p w:rsidR="00B61B00" w:rsidRDefault="00B61B00" w:rsidP="00B61B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432C2">
        <w:rPr>
          <w:rFonts w:ascii="Times New Roman" w:hAnsi="Times New Roman" w:cs="Times New Roman"/>
          <w:sz w:val="24"/>
          <w:szCs w:val="24"/>
        </w:rPr>
        <w:t xml:space="preserve">Relative sensitivity of various parameters </w:t>
      </w:r>
      <w:r w:rsidRPr="00C432C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Full marks</w:t>
      </w:r>
    </w:p>
    <w:p w:rsidR="00B61B00" w:rsidRPr="00C432C2" w:rsidRDefault="00B61B00" w:rsidP="00B61B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432C2">
        <w:rPr>
          <w:rFonts w:ascii="Times New Roman" w:hAnsi="Times New Roman" w:cs="Times New Roman"/>
          <w:sz w:val="24"/>
          <w:szCs w:val="24"/>
        </w:rPr>
        <w:t xml:space="preserve">Comparison to Riley’s 27% error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432C2">
        <w:rPr>
          <w:rFonts w:ascii="Times New Roman" w:hAnsi="Times New Roman" w:cs="Times New Roman"/>
          <w:b/>
          <w:sz w:val="24"/>
          <w:szCs w:val="24"/>
        </w:rPr>
        <w:t>Full marks</w:t>
      </w:r>
    </w:p>
    <w:p w:rsidR="00B61B00" w:rsidRDefault="00B61B00" w:rsidP="00B61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B00" w:rsidRPr="00C432C2" w:rsidRDefault="00B61B00" w:rsidP="00B61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C432C2">
        <w:rPr>
          <w:rFonts w:ascii="Times New Roman" w:hAnsi="Times New Roman" w:cs="Times New Roman"/>
          <w:sz w:val="24"/>
          <w:szCs w:val="24"/>
        </w:rPr>
        <w:t>Conditions for P to be periodic</w:t>
      </w:r>
      <w:r w:rsidRPr="00C432C2">
        <w:rPr>
          <w:rFonts w:ascii="Times New Roman" w:hAnsi="Times New Roman" w:cs="Times New Roman"/>
          <w:sz w:val="24"/>
          <w:szCs w:val="24"/>
        </w:rPr>
        <w:tab/>
      </w:r>
      <w:r w:rsidRPr="00C432C2">
        <w:rPr>
          <w:rFonts w:ascii="Times New Roman" w:hAnsi="Times New Roman" w:cs="Times New Roman"/>
          <w:sz w:val="24"/>
          <w:szCs w:val="24"/>
        </w:rPr>
        <w:tab/>
      </w:r>
      <w:r w:rsidRPr="00C432C2">
        <w:rPr>
          <w:rFonts w:ascii="Times New Roman" w:hAnsi="Times New Roman" w:cs="Times New Roman"/>
          <w:sz w:val="24"/>
          <w:szCs w:val="24"/>
        </w:rPr>
        <w:tab/>
      </w:r>
      <w:r w:rsidRPr="00C432C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432C2">
        <w:rPr>
          <w:rFonts w:ascii="Times New Roman" w:hAnsi="Times New Roman" w:cs="Times New Roman"/>
          <w:b/>
          <w:sz w:val="24"/>
          <w:szCs w:val="24"/>
        </w:rPr>
        <w:t>Full marks</w:t>
      </w:r>
    </w:p>
    <w:p w:rsidR="00B61B00" w:rsidRDefault="00B61B00" w:rsidP="00B61B00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Find</w:t>
      </w:r>
      <w:r w:rsidRPr="00352F25">
        <w:rPr>
          <w:rFonts w:ascii="Times New Roman" w:hAnsi="Times New Roman" w:cs="Times New Roman"/>
          <w:sz w:val="24"/>
          <w:szCs w:val="24"/>
        </w:rPr>
        <w:t xml:space="preserve"> a value of g that ensures periodicity</w:t>
      </w:r>
      <w:r w:rsidRPr="00EC560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F</w:t>
      </w:r>
      <w:r w:rsidRPr="000C6163">
        <w:rPr>
          <w:rFonts w:ascii="Times New Roman" w:hAnsi="Times New Roman" w:cs="Times New Roman"/>
          <w:b/>
          <w:sz w:val="24"/>
          <w:szCs w:val="24"/>
        </w:rPr>
        <w:t>ull marks</w:t>
      </w:r>
    </w:p>
    <w:p w:rsidR="00B61B00" w:rsidRDefault="00B61B00" w:rsidP="00B61B00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does the value vary as other parameters are changed?</w:t>
      </w:r>
      <w:r w:rsidRPr="00EC560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F028E">
        <w:rPr>
          <w:rFonts w:ascii="Times New Roman" w:hAnsi="Times New Roman" w:cs="Times New Roman"/>
          <w:b/>
          <w:sz w:val="24"/>
          <w:szCs w:val="24"/>
        </w:rPr>
        <w:t>Did not answer</w:t>
      </w:r>
    </w:p>
    <w:p w:rsidR="00B61B00" w:rsidRDefault="00B61B00" w:rsidP="00B61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B00" w:rsidRDefault="00B61B00" w:rsidP="00B61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C432C2">
        <w:rPr>
          <w:rFonts w:ascii="Times New Roman" w:hAnsi="Times New Roman" w:cs="Times New Roman"/>
          <w:sz w:val="24"/>
          <w:szCs w:val="24"/>
        </w:rPr>
        <w:t>Perturb the periodic model with 20% random variations in Z and discuss</w:t>
      </w:r>
    </w:p>
    <w:p w:rsidR="00B61B00" w:rsidRDefault="006F028E" w:rsidP="006F028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61B00">
        <w:rPr>
          <w:rFonts w:ascii="Times New Roman" w:hAnsi="Times New Roman" w:cs="Times New Roman"/>
          <w:b/>
          <w:sz w:val="24"/>
          <w:szCs w:val="24"/>
        </w:rPr>
        <w:t>Full marks, excellent analysis.</w:t>
      </w:r>
    </w:p>
    <w:p w:rsidR="00B61B00" w:rsidRDefault="00B61B00" w:rsidP="001D5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2A80" w:rsidRPr="000A4ACC" w:rsidRDefault="004A2A80" w:rsidP="001D50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A4ACC">
        <w:rPr>
          <w:rFonts w:ascii="Times New Roman" w:hAnsi="Times New Roman" w:cs="Times New Roman"/>
          <w:b/>
          <w:sz w:val="24"/>
          <w:szCs w:val="24"/>
        </w:rPr>
        <w:t>Honda</w:t>
      </w:r>
      <w:r w:rsidR="000A4ACC" w:rsidRPr="000A4ACC">
        <w:rPr>
          <w:rFonts w:ascii="Times New Roman" w:hAnsi="Times New Roman" w:cs="Times New Roman"/>
          <w:b/>
          <w:sz w:val="24"/>
          <w:szCs w:val="24"/>
        </w:rPr>
        <w:t>: A-</w:t>
      </w:r>
    </w:p>
    <w:p w:rsidR="006F028E" w:rsidRPr="00C432C2" w:rsidRDefault="006F028E" w:rsidP="006F02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2C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432C2">
        <w:rPr>
          <w:rFonts w:ascii="Times New Roman" w:hAnsi="Times New Roman" w:cs="Times New Roman"/>
          <w:sz w:val="24"/>
          <w:szCs w:val="24"/>
        </w:rPr>
        <w:t xml:space="preserve">Verification of Riley’s result (Fig. 21) </w:t>
      </w:r>
      <w:r w:rsidRPr="00C432C2">
        <w:rPr>
          <w:rFonts w:ascii="Times New Roman" w:hAnsi="Times New Roman" w:cs="Times New Roman"/>
          <w:sz w:val="24"/>
          <w:szCs w:val="24"/>
        </w:rPr>
        <w:tab/>
      </w:r>
      <w:r w:rsidRPr="00C432C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Full marks</w:t>
      </w:r>
    </w:p>
    <w:p w:rsidR="006F028E" w:rsidRPr="00C432C2" w:rsidRDefault="006F028E" w:rsidP="006F02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432C2">
        <w:rPr>
          <w:rFonts w:ascii="Times New Roman" w:hAnsi="Times New Roman" w:cs="Times New Roman"/>
          <w:sz w:val="24"/>
          <w:szCs w:val="24"/>
        </w:rPr>
        <w:t xml:space="preserve">Sensitivity for p, R0, r, g, 1-N, ±20% </w:t>
      </w:r>
      <w:r w:rsidRPr="00C432C2">
        <w:rPr>
          <w:rFonts w:ascii="Times New Roman" w:hAnsi="Times New Roman" w:cs="Times New Roman"/>
          <w:sz w:val="24"/>
          <w:szCs w:val="24"/>
        </w:rPr>
        <w:tab/>
      </w:r>
      <w:r w:rsidRPr="00C432C2">
        <w:rPr>
          <w:rFonts w:ascii="Times New Roman" w:hAnsi="Times New Roman" w:cs="Times New Roman"/>
          <w:sz w:val="24"/>
          <w:szCs w:val="24"/>
        </w:rPr>
        <w:tab/>
      </w:r>
      <w:r w:rsidR="006C5AF8" w:rsidRPr="00C432C2">
        <w:rPr>
          <w:rFonts w:ascii="Times New Roman" w:hAnsi="Times New Roman" w:cs="Times New Roman"/>
          <w:b/>
          <w:sz w:val="24"/>
          <w:szCs w:val="24"/>
        </w:rPr>
        <w:t xml:space="preserve">A few minor </w:t>
      </w:r>
      <w:r w:rsidR="006C5AF8">
        <w:rPr>
          <w:rFonts w:ascii="Times New Roman" w:hAnsi="Times New Roman" w:cs="Times New Roman"/>
          <w:b/>
          <w:sz w:val="24"/>
          <w:szCs w:val="24"/>
        </w:rPr>
        <w:t xml:space="preserve">issues in </w:t>
      </w:r>
      <w:r w:rsidR="006C5AF8" w:rsidRPr="00C432C2">
        <w:rPr>
          <w:rFonts w:ascii="Times New Roman" w:hAnsi="Times New Roman" w:cs="Times New Roman"/>
          <w:b/>
          <w:sz w:val="24"/>
          <w:szCs w:val="24"/>
        </w:rPr>
        <w:t>interpretation</w:t>
      </w:r>
    </w:p>
    <w:p w:rsidR="006F028E" w:rsidRDefault="006F028E" w:rsidP="006F02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432C2">
        <w:rPr>
          <w:rFonts w:ascii="Times New Roman" w:hAnsi="Times New Roman" w:cs="Times New Roman"/>
          <w:sz w:val="24"/>
          <w:szCs w:val="24"/>
        </w:rPr>
        <w:t xml:space="preserve">Relative sensitivity of various parameters </w:t>
      </w:r>
      <w:r w:rsidRPr="00C432C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Full marks</w:t>
      </w:r>
    </w:p>
    <w:p w:rsidR="006F028E" w:rsidRPr="00C432C2" w:rsidRDefault="006F028E" w:rsidP="006F02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432C2">
        <w:rPr>
          <w:rFonts w:ascii="Times New Roman" w:hAnsi="Times New Roman" w:cs="Times New Roman"/>
          <w:sz w:val="24"/>
          <w:szCs w:val="24"/>
        </w:rPr>
        <w:t xml:space="preserve">Comparison to Riley’s 27% error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432C2">
        <w:rPr>
          <w:rFonts w:ascii="Times New Roman" w:hAnsi="Times New Roman" w:cs="Times New Roman"/>
          <w:b/>
          <w:sz w:val="24"/>
          <w:szCs w:val="24"/>
        </w:rPr>
        <w:t>Full marks</w:t>
      </w:r>
    </w:p>
    <w:p w:rsidR="006F028E" w:rsidRDefault="006F028E" w:rsidP="006F0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CE" w:rsidRDefault="006F028E" w:rsidP="006613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C432C2">
        <w:rPr>
          <w:rFonts w:ascii="Times New Roman" w:hAnsi="Times New Roman" w:cs="Times New Roman"/>
          <w:sz w:val="24"/>
          <w:szCs w:val="24"/>
        </w:rPr>
        <w:t>Conditions for P to be periodic</w:t>
      </w:r>
      <w:r w:rsidRPr="00C432C2">
        <w:rPr>
          <w:rFonts w:ascii="Times New Roman" w:hAnsi="Times New Roman" w:cs="Times New Roman"/>
          <w:sz w:val="24"/>
          <w:szCs w:val="24"/>
        </w:rPr>
        <w:tab/>
      </w:r>
      <w:r w:rsidRPr="00C432C2">
        <w:rPr>
          <w:rFonts w:ascii="Times New Roman" w:hAnsi="Times New Roman" w:cs="Times New Roman"/>
          <w:sz w:val="24"/>
          <w:szCs w:val="24"/>
        </w:rPr>
        <w:tab/>
      </w:r>
      <w:r w:rsidRPr="00C432C2">
        <w:rPr>
          <w:rFonts w:ascii="Times New Roman" w:hAnsi="Times New Roman" w:cs="Times New Roman"/>
          <w:sz w:val="24"/>
          <w:szCs w:val="24"/>
        </w:rPr>
        <w:tab/>
      </w:r>
      <w:r w:rsidR="006613CE">
        <w:rPr>
          <w:rFonts w:ascii="Times New Roman" w:hAnsi="Times New Roman" w:cs="Times New Roman"/>
          <w:sz w:val="24"/>
          <w:szCs w:val="24"/>
        </w:rPr>
        <w:tab/>
      </w:r>
      <w:r w:rsidR="006613CE">
        <w:rPr>
          <w:rFonts w:ascii="Times New Roman" w:hAnsi="Times New Roman" w:cs="Times New Roman"/>
          <w:sz w:val="24"/>
          <w:szCs w:val="24"/>
        </w:rPr>
        <w:tab/>
      </w:r>
      <w:r w:rsidR="006613CE">
        <w:rPr>
          <w:rFonts w:ascii="Times New Roman" w:hAnsi="Times New Roman" w:cs="Times New Roman"/>
          <w:b/>
          <w:sz w:val="24"/>
          <w:szCs w:val="24"/>
        </w:rPr>
        <w:t xml:space="preserve">Peaks approach does not </w:t>
      </w:r>
    </w:p>
    <w:p w:rsidR="006F028E" w:rsidRPr="006613CE" w:rsidRDefault="006613CE" w:rsidP="006613CE">
      <w:pPr>
        <w:spacing w:after="0" w:line="240" w:lineRule="auto"/>
        <w:ind w:left="576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ensure periodicity</w:t>
      </w:r>
    </w:p>
    <w:p w:rsidR="006F028E" w:rsidRDefault="006F028E" w:rsidP="006F028E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Find</w:t>
      </w:r>
      <w:r w:rsidRPr="00352F25">
        <w:rPr>
          <w:rFonts w:ascii="Times New Roman" w:hAnsi="Times New Roman" w:cs="Times New Roman"/>
          <w:sz w:val="24"/>
          <w:szCs w:val="24"/>
        </w:rPr>
        <w:t xml:space="preserve"> a value of g that ensures periodicity</w:t>
      </w:r>
      <w:r w:rsidRPr="00EC560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F</w:t>
      </w:r>
      <w:r w:rsidRPr="000C6163">
        <w:rPr>
          <w:rFonts w:ascii="Times New Roman" w:hAnsi="Times New Roman" w:cs="Times New Roman"/>
          <w:b/>
          <w:sz w:val="24"/>
          <w:szCs w:val="24"/>
        </w:rPr>
        <w:t>ull marks</w:t>
      </w:r>
    </w:p>
    <w:p w:rsidR="006F028E" w:rsidRDefault="006F028E" w:rsidP="006F028E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does the value vary as other parameters are changed?</w:t>
      </w:r>
      <w:r w:rsidRPr="00EC560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  <w:t>F</w:t>
      </w:r>
      <w:r w:rsidRPr="000C6163">
        <w:rPr>
          <w:rFonts w:ascii="Times New Roman" w:hAnsi="Times New Roman" w:cs="Times New Roman"/>
          <w:b/>
          <w:sz w:val="24"/>
          <w:szCs w:val="24"/>
        </w:rPr>
        <w:t>ull marks</w:t>
      </w:r>
    </w:p>
    <w:p w:rsidR="006F028E" w:rsidRDefault="006F028E" w:rsidP="006F0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028E" w:rsidRDefault="006F028E" w:rsidP="006F0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C432C2">
        <w:rPr>
          <w:rFonts w:ascii="Times New Roman" w:hAnsi="Times New Roman" w:cs="Times New Roman"/>
          <w:sz w:val="24"/>
          <w:szCs w:val="24"/>
        </w:rPr>
        <w:t>Perturb the periodic model with 20% random variations in Z and discuss</w:t>
      </w:r>
    </w:p>
    <w:p w:rsidR="006F028E" w:rsidRPr="006613CE" w:rsidRDefault="006613CE" w:rsidP="006613CE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137C91">
        <w:rPr>
          <w:rFonts w:ascii="Times New Roman" w:hAnsi="Times New Roman" w:cs="Times New Roman"/>
          <w:b/>
          <w:sz w:val="24"/>
          <w:szCs w:val="24"/>
        </w:rPr>
        <w:t>Full marks.  Note that in some cases P can show a long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137C91">
        <w:rPr>
          <w:rFonts w:ascii="Times New Roman" w:hAnsi="Times New Roman" w:cs="Times New Roman"/>
          <w:b/>
          <w:sz w:val="24"/>
          <w:szCs w:val="24"/>
        </w:rPr>
        <w:t>term secular increase.</w:t>
      </w:r>
    </w:p>
    <w:p w:rsidR="006F028E" w:rsidRDefault="006F028E" w:rsidP="001D5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2A80" w:rsidRPr="000A4ACC" w:rsidRDefault="004A2A80" w:rsidP="001D50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A4ACC">
        <w:rPr>
          <w:rFonts w:ascii="Times New Roman" w:hAnsi="Times New Roman" w:cs="Times New Roman"/>
          <w:b/>
          <w:sz w:val="24"/>
          <w:szCs w:val="24"/>
        </w:rPr>
        <w:t>Schrage</w:t>
      </w:r>
      <w:r w:rsidR="000A4ACC" w:rsidRPr="000A4ACC">
        <w:rPr>
          <w:rFonts w:ascii="Times New Roman" w:hAnsi="Times New Roman" w:cs="Times New Roman"/>
          <w:b/>
          <w:sz w:val="24"/>
          <w:szCs w:val="24"/>
        </w:rPr>
        <w:t>: A</w:t>
      </w:r>
    </w:p>
    <w:p w:rsidR="006613CE" w:rsidRPr="00C432C2" w:rsidRDefault="006613CE" w:rsidP="006613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2C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432C2">
        <w:rPr>
          <w:rFonts w:ascii="Times New Roman" w:hAnsi="Times New Roman" w:cs="Times New Roman"/>
          <w:sz w:val="24"/>
          <w:szCs w:val="24"/>
        </w:rPr>
        <w:t xml:space="preserve">Verification of Riley’s result (Fig. 21) </w:t>
      </w:r>
      <w:r w:rsidRPr="00C432C2">
        <w:rPr>
          <w:rFonts w:ascii="Times New Roman" w:hAnsi="Times New Roman" w:cs="Times New Roman"/>
          <w:sz w:val="24"/>
          <w:szCs w:val="24"/>
        </w:rPr>
        <w:tab/>
      </w:r>
      <w:r w:rsidRPr="00C432C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Full marks</w:t>
      </w:r>
    </w:p>
    <w:p w:rsidR="006613CE" w:rsidRPr="00C432C2" w:rsidRDefault="006613CE" w:rsidP="006613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432C2">
        <w:rPr>
          <w:rFonts w:ascii="Times New Roman" w:hAnsi="Times New Roman" w:cs="Times New Roman"/>
          <w:sz w:val="24"/>
          <w:szCs w:val="24"/>
        </w:rPr>
        <w:t xml:space="preserve">Sensitivity for p, R0, r, g, 1-N, ±20% </w:t>
      </w:r>
      <w:r w:rsidRPr="00C432C2">
        <w:rPr>
          <w:rFonts w:ascii="Times New Roman" w:hAnsi="Times New Roman" w:cs="Times New Roman"/>
          <w:sz w:val="24"/>
          <w:szCs w:val="24"/>
        </w:rPr>
        <w:tab/>
      </w:r>
      <w:r w:rsidRPr="00C432C2">
        <w:rPr>
          <w:rFonts w:ascii="Times New Roman" w:hAnsi="Times New Roman" w:cs="Times New Roman"/>
          <w:sz w:val="24"/>
          <w:szCs w:val="24"/>
        </w:rPr>
        <w:tab/>
      </w:r>
      <w:r w:rsidRPr="00C432C2">
        <w:rPr>
          <w:rFonts w:ascii="Times New Roman" w:hAnsi="Times New Roman" w:cs="Times New Roman"/>
          <w:b/>
          <w:sz w:val="24"/>
          <w:szCs w:val="24"/>
        </w:rPr>
        <w:t>Full marks</w:t>
      </w:r>
    </w:p>
    <w:p w:rsidR="006613CE" w:rsidRDefault="006613CE" w:rsidP="006613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432C2">
        <w:rPr>
          <w:rFonts w:ascii="Times New Roman" w:hAnsi="Times New Roman" w:cs="Times New Roman"/>
          <w:sz w:val="24"/>
          <w:szCs w:val="24"/>
        </w:rPr>
        <w:t xml:space="preserve">Relative sensitivity of various parameters </w:t>
      </w:r>
      <w:r w:rsidRPr="00C432C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Full marks</w:t>
      </w:r>
    </w:p>
    <w:p w:rsidR="006613CE" w:rsidRDefault="006613CE" w:rsidP="006613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432C2">
        <w:rPr>
          <w:rFonts w:ascii="Times New Roman" w:hAnsi="Times New Roman" w:cs="Times New Roman"/>
          <w:sz w:val="24"/>
          <w:szCs w:val="24"/>
        </w:rPr>
        <w:t xml:space="preserve">Comparison to Riley’s 27% error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Have you tried interpolating your model </w:t>
      </w:r>
    </w:p>
    <w:p w:rsidR="006613CE" w:rsidRPr="00C432C2" w:rsidRDefault="006613CE" w:rsidP="006613CE">
      <w:pPr>
        <w:spacing w:after="0" w:line="240" w:lineRule="auto"/>
        <w:ind w:left="50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solution into the same time grid as the observations prior to computing the error?</w:t>
      </w:r>
    </w:p>
    <w:p w:rsidR="006613CE" w:rsidRDefault="006613CE" w:rsidP="006613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CE" w:rsidRPr="00C432C2" w:rsidRDefault="006613CE" w:rsidP="006613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C432C2">
        <w:rPr>
          <w:rFonts w:ascii="Times New Roman" w:hAnsi="Times New Roman" w:cs="Times New Roman"/>
          <w:sz w:val="24"/>
          <w:szCs w:val="24"/>
        </w:rPr>
        <w:t>Conditions for P to be periodic</w:t>
      </w:r>
      <w:r w:rsidRPr="00C432C2">
        <w:rPr>
          <w:rFonts w:ascii="Times New Roman" w:hAnsi="Times New Roman" w:cs="Times New Roman"/>
          <w:sz w:val="24"/>
          <w:szCs w:val="24"/>
        </w:rPr>
        <w:tab/>
      </w:r>
      <w:r w:rsidRPr="00C432C2">
        <w:rPr>
          <w:rFonts w:ascii="Times New Roman" w:hAnsi="Times New Roman" w:cs="Times New Roman"/>
          <w:sz w:val="24"/>
          <w:szCs w:val="24"/>
        </w:rPr>
        <w:tab/>
      </w:r>
      <w:r w:rsidRPr="00C432C2">
        <w:rPr>
          <w:rFonts w:ascii="Times New Roman" w:hAnsi="Times New Roman" w:cs="Times New Roman"/>
          <w:sz w:val="24"/>
          <w:szCs w:val="24"/>
        </w:rPr>
        <w:tab/>
      </w:r>
      <w:r w:rsidRPr="00C432C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432C2">
        <w:rPr>
          <w:rFonts w:ascii="Times New Roman" w:hAnsi="Times New Roman" w:cs="Times New Roman"/>
          <w:b/>
          <w:sz w:val="24"/>
          <w:szCs w:val="24"/>
        </w:rPr>
        <w:t>Full marks</w:t>
      </w:r>
    </w:p>
    <w:p w:rsidR="006613CE" w:rsidRDefault="006613CE" w:rsidP="006613CE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Find</w:t>
      </w:r>
      <w:r w:rsidRPr="00352F25">
        <w:rPr>
          <w:rFonts w:ascii="Times New Roman" w:hAnsi="Times New Roman" w:cs="Times New Roman"/>
          <w:sz w:val="24"/>
          <w:szCs w:val="24"/>
        </w:rPr>
        <w:t xml:space="preserve"> a value of g that ensures periodicity</w:t>
      </w:r>
      <w:r w:rsidRPr="00EC560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F</w:t>
      </w:r>
      <w:r w:rsidRPr="000C6163">
        <w:rPr>
          <w:rFonts w:ascii="Times New Roman" w:hAnsi="Times New Roman" w:cs="Times New Roman"/>
          <w:b/>
          <w:sz w:val="24"/>
          <w:szCs w:val="24"/>
        </w:rPr>
        <w:t>ull marks</w:t>
      </w:r>
    </w:p>
    <w:p w:rsidR="006613CE" w:rsidRDefault="006613CE" w:rsidP="006613CE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does the value vary as other parameters are changed?</w:t>
      </w:r>
      <w:r w:rsidRPr="00EC560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  <w:t>F</w:t>
      </w:r>
      <w:r w:rsidRPr="000C6163">
        <w:rPr>
          <w:rFonts w:ascii="Times New Roman" w:hAnsi="Times New Roman" w:cs="Times New Roman"/>
          <w:b/>
          <w:sz w:val="24"/>
          <w:szCs w:val="24"/>
        </w:rPr>
        <w:t>ull marks</w:t>
      </w:r>
    </w:p>
    <w:p w:rsidR="006613CE" w:rsidRDefault="006613CE" w:rsidP="006613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CE" w:rsidRDefault="006613CE" w:rsidP="006613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C432C2">
        <w:rPr>
          <w:rFonts w:ascii="Times New Roman" w:hAnsi="Times New Roman" w:cs="Times New Roman"/>
          <w:sz w:val="24"/>
          <w:szCs w:val="24"/>
        </w:rPr>
        <w:t>Perturb the periodic model with 20% random variations in Z and discuss</w:t>
      </w:r>
    </w:p>
    <w:p w:rsidR="006E5573" w:rsidRPr="006613CE" w:rsidRDefault="006E5573" w:rsidP="006E5573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137C91">
        <w:rPr>
          <w:rFonts w:ascii="Times New Roman" w:hAnsi="Times New Roman" w:cs="Times New Roman"/>
          <w:b/>
          <w:sz w:val="24"/>
          <w:szCs w:val="24"/>
        </w:rPr>
        <w:t>Full marks.  Note that in some cases P can show a long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137C91">
        <w:rPr>
          <w:rFonts w:ascii="Times New Roman" w:hAnsi="Times New Roman" w:cs="Times New Roman"/>
          <w:b/>
          <w:sz w:val="24"/>
          <w:szCs w:val="24"/>
        </w:rPr>
        <w:t>term secular increase.</w:t>
      </w:r>
    </w:p>
    <w:p w:rsidR="006613CE" w:rsidRPr="001D5022" w:rsidRDefault="006613CE" w:rsidP="006613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CE" w:rsidRDefault="006613CE" w:rsidP="001D50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69EB" w:rsidRPr="000A4ACC" w:rsidRDefault="004A2A80" w:rsidP="001D50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A4ACC">
        <w:rPr>
          <w:rFonts w:ascii="Times New Roman" w:hAnsi="Times New Roman" w:cs="Times New Roman"/>
          <w:b/>
          <w:sz w:val="24"/>
          <w:szCs w:val="24"/>
        </w:rPr>
        <w:lastRenderedPageBreak/>
        <w:t>Weinstock</w:t>
      </w:r>
      <w:r w:rsidR="000A4ACC" w:rsidRPr="000A4ACC">
        <w:rPr>
          <w:rFonts w:ascii="Times New Roman" w:hAnsi="Times New Roman" w:cs="Times New Roman"/>
          <w:b/>
          <w:sz w:val="24"/>
          <w:szCs w:val="24"/>
        </w:rPr>
        <w:t>: A</w:t>
      </w:r>
    </w:p>
    <w:p w:rsidR="001269EB" w:rsidRPr="00C432C2" w:rsidRDefault="001269EB" w:rsidP="001269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2C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432C2">
        <w:rPr>
          <w:rFonts w:ascii="Times New Roman" w:hAnsi="Times New Roman" w:cs="Times New Roman"/>
          <w:sz w:val="24"/>
          <w:szCs w:val="24"/>
        </w:rPr>
        <w:t xml:space="preserve">Verification of Riley’s result (Fig. 21) </w:t>
      </w:r>
      <w:r w:rsidRPr="00C432C2">
        <w:rPr>
          <w:rFonts w:ascii="Times New Roman" w:hAnsi="Times New Roman" w:cs="Times New Roman"/>
          <w:sz w:val="24"/>
          <w:szCs w:val="24"/>
        </w:rPr>
        <w:tab/>
      </w:r>
      <w:r w:rsidRPr="00C432C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Full marks</w:t>
      </w:r>
    </w:p>
    <w:p w:rsidR="001269EB" w:rsidRPr="00C432C2" w:rsidRDefault="001269EB" w:rsidP="001269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432C2">
        <w:rPr>
          <w:rFonts w:ascii="Times New Roman" w:hAnsi="Times New Roman" w:cs="Times New Roman"/>
          <w:sz w:val="24"/>
          <w:szCs w:val="24"/>
        </w:rPr>
        <w:t xml:space="preserve">Sensitivity for p, R0, r, g, 1-N, ±20% </w:t>
      </w:r>
      <w:r w:rsidRPr="00C432C2">
        <w:rPr>
          <w:rFonts w:ascii="Times New Roman" w:hAnsi="Times New Roman" w:cs="Times New Roman"/>
          <w:sz w:val="24"/>
          <w:szCs w:val="24"/>
        </w:rPr>
        <w:tab/>
      </w:r>
      <w:r w:rsidRPr="00C432C2">
        <w:rPr>
          <w:rFonts w:ascii="Times New Roman" w:hAnsi="Times New Roman" w:cs="Times New Roman"/>
          <w:sz w:val="24"/>
          <w:szCs w:val="24"/>
        </w:rPr>
        <w:tab/>
      </w:r>
      <w:r w:rsidRPr="00C432C2">
        <w:rPr>
          <w:rFonts w:ascii="Times New Roman" w:hAnsi="Times New Roman" w:cs="Times New Roman"/>
          <w:b/>
          <w:sz w:val="24"/>
          <w:szCs w:val="24"/>
        </w:rPr>
        <w:t>Full marks</w:t>
      </w:r>
    </w:p>
    <w:p w:rsidR="001269EB" w:rsidRDefault="001269EB" w:rsidP="001269E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432C2">
        <w:rPr>
          <w:rFonts w:ascii="Times New Roman" w:hAnsi="Times New Roman" w:cs="Times New Roman"/>
          <w:sz w:val="24"/>
          <w:szCs w:val="24"/>
        </w:rPr>
        <w:t xml:space="preserve">Relative sensitivity of various parameters </w:t>
      </w:r>
      <w:r w:rsidRPr="00C432C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Full marks</w:t>
      </w:r>
    </w:p>
    <w:p w:rsidR="000A4ACC" w:rsidRDefault="001269EB" w:rsidP="000A4A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432C2">
        <w:rPr>
          <w:rFonts w:ascii="Times New Roman" w:hAnsi="Times New Roman" w:cs="Times New Roman"/>
          <w:sz w:val="24"/>
          <w:szCs w:val="24"/>
        </w:rPr>
        <w:t xml:space="preserve">Comparison to Riley’s 27% error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4ACC">
        <w:rPr>
          <w:rFonts w:ascii="Times New Roman" w:hAnsi="Times New Roman" w:cs="Times New Roman"/>
          <w:b/>
          <w:sz w:val="24"/>
          <w:szCs w:val="24"/>
        </w:rPr>
        <w:t xml:space="preserve">Have you tried interpolating your model </w:t>
      </w:r>
    </w:p>
    <w:p w:rsidR="001269EB" w:rsidRPr="00C432C2" w:rsidRDefault="000A4ACC" w:rsidP="000A4ACC">
      <w:pPr>
        <w:spacing w:after="0" w:line="240" w:lineRule="auto"/>
        <w:ind w:left="50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solution into the same time grid as the observations prior to computing the error?</w:t>
      </w:r>
    </w:p>
    <w:p w:rsidR="001269EB" w:rsidRDefault="001269EB" w:rsidP="00126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69EB" w:rsidRPr="00C432C2" w:rsidRDefault="001269EB" w:rsidP="00126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C432C2">
        <w:rPr>
          <w:rFonts w:ascii="Times New Roman" w:hAnsi="Times New Roman" w:cs="Times New Roman"/>
          <w:sz w:val="24"/>
          <w:szCs w:val="24"/>
        </w:rPr>
        <w:t>Conditions for P to be periodic</w:t>
      </w:r>
      <w:r w:rsidRPr="00C432C2">
        <w:rPr>
          <w:rFonts w:ascii="Times New Roman" w:hAnsi="Times New Roman" w:cs="Times New Roman"/>
          <w:sz w:val="24"/>
          <w:szCs w:val="24"/>
        </w:rPr>
        <w:tab/>
      </w:r>
      <w:r w:rsidRPr="00C432C2">
        <w:rPr>
          <w:rFonts w:ascii="Times New Roman" w:hAnsi="Times New Roman" w:cs="Times New Roman"/>
          <w:sz w:val="24"/>
          <w:szCs w:val="24"/>
        </w:rPr>
        <w:tab/>
      </w:r>
      <w:r w:rsidRPr="00C432C2">
        <w:rPr>
          <w:rFonts w:ascii="Times New Roman" w:hAnsi="Times New Roman" w:cs="Times New Roman"/>
          <w:sz w:val="24"/>
          <w:szCs w:val="24"/>
        </w:rPr>
        <w:tab/>
      </w:r>
      <w:r w:rsidRPr="00C432C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4ACC">
        <w:rPr>
          <w:rFonts w:ascii="Times New Roman" w:hAnsi="Times New Roman" w:cs="Times New Roman"/>
          <w:b/>
          <w:sz w:val="24"/>
          <w:szCs w:val="24"/>
        </w:rPr>
        <w:t>Did not answer</w:t>
      </w:r>
    </w:p>
    <w:p w:rsidR="001269EB" w:rsidRDefault="001269EB" w:rsidP="001269EB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Find</w:t>
      </w:r>
      <w:r w:rsidRPr="00352F25">
        <w:rPr>
          <w:rFonts w:ascii="Times New Roman" w:hAnsi="Times New Roman" w:cs="Times New Roman"/>
          <w:sz w:val="24"/>
          <w:szCs w:val="24"/>
        </w:rPr>
        <w:t xml:space="preserve"> a value of g that ensures periodicity</w:t>
      </w:r>
      <w:r w:rsidRPr="00EC560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F</w:t>
      </w:r>
      <w:r w:rsidRPr="000C6163">
        <w:rPr>
          <w:rFonts w:ascii="Times New Roman" w:hAnsi="Times New Roman" w:cs="Times New Roman"/>
          <w:b/>
          <w:sz w:val="24"/>
          <w:szCs w:val="24"/>
        </w:rPr>
        <w:t>ull marks</w:t>
      </w:r>
    </w:p>
    <w:p w:rsidR="001269EB" w:rsidRDefault="001269EB" w:rsidP="001269EB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does the value vary as other parameters are changed?</w:t>
      </w:r>
      <w:r w:rsidRPr="00EC560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  <w:t>F</w:t>
      </w:r>
      <w:r w:rsidRPr="000C6163">
        <w:rPr>
          <w:rFonts w:ascii="Times New Roman" w:hAnsi="Times New Roman" w:cs="Times New Roman"/>
          <w:b/>
          <w:sz w:val="24"/>
          <w:szCs w:val="24"/>
        </w:rPr>
        <w:t>ull marks</w:t>
      </w:r>
    </w:p>
    <w:p w:rsidR="001269EB" w:rsidRDefault="001269EB" w:rsidP="00126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A80" w:rsidRDefault="001269EB" w:rsidP="00126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C432C2">
        <w:rPr>
          <w:rFonts w:ascii="Times New Roman" w:hAnsi="Times New Roman" w:cs="Times New Roman"/>
          <w:sz w:val="24"/>
          <w:szCs w:val="24"/>
        </w:rPr>
        <w:t>Perturb the periodic model with 20% random variations in Z and discuss</w:t>
      </w:r>
    </w:p>
    <w:p w:rsidR="000A4ACC" w:rsidRPr="006613CE" w:rsidRDefault="000A4ACC" w:rsidP="000A4ACC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137C91">
        <w:rPr>
          <w:rFonts w:ascii="Times New Roman" w:hAnsi="Times New Roman" w:cs="Times New Roman"/>
          <w:b/>
          <w:sz w:val="24"/>
          <w:szCs w:val="24"/>
        </w:rPr>
        <w:t>Full marks.  Note that in some cases P can show a long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137C91">
        <w:rPr>
          <w:rFonts w:ascii="Times New Roman" w:hAnsi="Times New Roman" w:cs="Times New Roman"/>
          <w:b/>
          <w:sz w:val="24"/>
          <w:szCs w:val="24"/>
        </w:rPr>
        <w:t>term secular increase.</w:t>
      </w:r>
    </w:p>
    <w:p w:rsidR="001269EB" w:rsidRDefault="001269EB" w:rsidP="00126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CE" w:rsidRDefault="006613CE" w:rsidP="00126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CE" w:rsidRDefault="006613CE" w:rsidP="00126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CE" w:rsidRPr="000A4ACC" w:rsidRDefault="006613CE" w:rsidP="001269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4ACC">
        <w:rPr>
          <w:rFonts w:ascii="Times New Roman" w:hAnsi="Times New Roman" w:cs="Times New Roman"/>
          <w:b/>
          <w:sz w:val="24"/>
          <w:szCs w:val="24"/>
        </w:rPr>
        <w:t>Template</w:t>
      </w:r>
    </w:p>
    <w:p w:rsidR="006613CE" w:rsidRPr="00C432C2" w:rsidRDefault="006613CE" w:rsidP="006613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2C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432C2">
        <w:rPr>
          <w:rFonts w:ascii="Times New Roman" w:hAnsi="Times New Roman" w:cs="Times New Roman"/>
          <w:sz w:val="24"/>
          <w:szCs w:val="24"/>
        </w:rPr>
        <w:t xml:space="preserve">Verification of Riley’s result (Fig. 21) </w:t>
      </w:r>
      <w:r w:rsidRPr="00C432C2">
        <w:rPr>
          <w:rFonts w:ascii="Times New Roman" w:hAnsi="Times New Roman" w:cs="Times New Roman"/>
          <w:sz w:val="24"/>
          <w:szCs w:val="24"/>
        </w:rPr>
        <w:tab/>
      </w:r>
      <w:r w:rsidRPr="00C432C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Full marks</w:t>
      </w:r>
    </w:p>
    <w:p w:rsidR="006613CE" w:rsidRPr="00C432C2" w:rsidRDefault="006613CE" w:rsidP="006613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432C2">
        <w:rPr>
          <w:rFonts w:ascii="Times New Roman" w:hAnsi="Times New Roman" w:cs="Times New Roman"/>
          <w:sz w:val="24"/>
          <w:szCs w:val="24"/>
        </w:rPr>
        <w:t xml:space="preserve">Sensitivity for p, R0, r, g, 1-N, ±20% </w:t>
      </w:r>
      <w:r w:rsidRPr="00C432C2">
        <w:rPr>
          <w:rFonts w:ascii="Times New Roman" w:hAnsi="Times New Roman" w:cs="Times New Roman"/>
          <w:sz w:val="24"/>
          <w:szCs w:val="24"/>
        </w:rPr>
        <w:tab/>
      </w:r>
      <w:r w:rsidRPr="00C432C2">
        <w:rPr>
          <w:rFonts w:ascii="Times New Roman" w:hAnsi="Times New Roman" w:cs="Times New Roman"/>
          <w:sz w:val="24"/>
          <w:szCs w:val="24"/>
        </w:rPr>
        <w:tab/>
      </w:r>
      <w:r w:rsidRPr="00C432C2">
        <w:rPr>
          <w:rFonts w:ascii="Times New Roman" w:hAnsi="Times New Roman" w:cs="Times New Roman"/>
          <w:b/>
          <w:sz w:val="24"/>
          <w:szCs w:val="24"/>
        </w:rPr>
        <w:t>Full marks</w:t>
      </w:r>
    </w:p>
    <w:p w:rsidR="006613CE" w:rsidRDefault="006613CE" w:rsidP="006613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432C2">
        <w:rPr>
          <w:rFonts w:ascii="Times New Roman" w:hAnsi="Times New Roman" w:cs="Times New Roman"/>
          <w:sz w:val="24"/>
          <w:szCs w:val="24"/>
        </w:rPr>
        <w:t xml:space="preserve">Relative sensitivity of various parameters </w:t>
      </w:r>
      <w:r w:rsidRPr="00C432C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Full marks</w:t>
      </w:r>
    </w:p>
    <w:p w:rsidR="006613CE" w:rsidRPr="00C432C2" w:rsidRDefault="006613CE" w:rsidP="006613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432C2">
        <w:rPr>
          <w:rFonts w:ascii="Times New Roman" w:hAnsi="Times New Roman" w:cs="Times New Roman"/>
          <w:sz w:val="24"/>
          <w:szCs w:val="24"/>
        </w:rPr>
        <w:t xml:space="preserve">Comparison to Riley’s 27% error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432C2">
        <w:rPr>
          <w:rFonts w:ascii="Times New Roman" w:hAnsi="Times New Roman" w:cs="Times New Roman"/>
          <w:b/>
          <w:sz w:val="24"/>
          <w:szCs w:val="24"/>
        </w:rPr>
        <w:t>Full marks</w:t>
      </w:r>
    </w:p>
    <w:p w:rsidR="006613CE" w:rsidRDefault="006613CE" w:rsidP="006613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CE" w:rsidRPr="00C432C2" w:rsidRDefault="006613CE" w:rsidP="006613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C432C2">
        <w:rPr>
          <w:rFonts w:ascii="Times New Roman" w:hAnsi="Times New Roman" w:cs="Times New Roman"/>
          <w:sz w:val="24"/>
          <w:szCs w:val="24"/>
        </w:rPr>
        <w:t>Conditions for P to be periodic</w:t>
      </w:r>
      <w:r w:rsidRPr="00C432C2">
        <w:rPr>
          <w:rFonts w:ascii="Times New Roman" w:hAnsi="Times New Roman" w:cs="Times New Roman"/>
          <w:sz w:val="24"/>
          <w:szCs w:val="24"/>
        </w:rPr>
        <w:tab/>
      </w:r>
      <w:r w:rsidRPr="00C432C2">
        <w:rPr>
          <w:rFonts w:ascii="Times New Roman" w:hAnsi="Times New Roman" w:cs="Times New Roman"/>
          <w:sz w:val="24"/>
          <w:szCs w:val="24"/>
        </w:rPr>
        <w:tab/>
      </w:r>
      <w:r w:rsidRPr="00C432C2">
        <w:rPr>
          <w:rFonts w:ascii="Times New Roman" w:hAnsi="Times New Roman" w:cs="Times New Roman"/>
          <w:sz w:val="24"/>
          <w:szCs w:val="24"/>
        </w:rPr>
        <w:tab/>
      </w:r>
      <w:r w:rsidRPr="00C432C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432C2">
        <w:rPr>
          <w:rFonts w:ascii="Times New Roman" w:hAnsi="Times New Roman" w:cs="Times New Roman"/>
          <w:b/>
          <w:sz w:val="24"/>
          <w:szCs w:val="24"/>
        </w:rPr>
        <w:t>Full marks</w:t>
      </w:r>
    </w:p>
    <w:p w:rsidR="006613CE" w:rsidRDefault="006613CE" w:rsidP="006613CE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Find</w:t>
      </w:r>
      <w:r w:rsidRPr="00352F25">
        <w:rPr>
          <w:rFonts w:ascii="Times New Roman" w:hAnsi="Times New Roman" w:cs="Times New Roman"/>
          <w:sz w:val="24"/>
          <w:szCs w:val="24"/>
        </w:rPr>
        <w:t xml:space="preserve"> a value of g that ensures periodicity</w:t>
      </w:r>
      <w:r w:rsidRPr="00EC560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F</w:t>
      </w:r>
      <w:r w:rsidRPr="000C6163">
        <w:rPr>
          <w:rFonts w:ascii="Times New Roman" w:hAnsi="Times New Roman" w:cs="Times New Roman"/>
          <w:b/>
          <w:sz w:val="24"/>
          <w:szCs w:val="24"/>
        </w:rPr>
        <w:t>ull marks</w:t>
      </w:r>
    </w:p>
    <w:p w:rsidR="006613CE" w:rsidRDefault="006613CE" w:rsidP="006613CE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does the value vary as other parameters are changed?</w:t>
      </w:r>
      <w:r w:rsidRPr="00EC560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  <w:t>F</w:t>
      </w:r>
      <w:r w:rsidRPr="000C6163">
        <w:rPr>
          <w:rFonts w:ascii="Times New Roman" w:hAnsi="Times New Roman" w:cs="Times New Roman"/>
          <w:b/>
          <w:sz w:val="24"/>
          <w:szCs w:val="24"/>
        </w:rPr>
        <w:t>ull marks</w:t>
      </w:r>
    </w:p>
    <w:p w:rsidR="006613CE" w:rsidRDefault="006613CE" w:rsidP="006613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CE" w:rsidRDefault="006613CE" w:rsidP="006613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C432C2">
        <w:rPr>
          <w:rFonts w:ascii="Times New Roman" w:hAnsi="Times New Roman" w:cs="Times New Roman"/>
          <w:sz w:val="24"/>
          <w:szCs w:val="24"/>
        </w:rPr>
        <w:t>Perturb the periodic model with 20% random variations in Z and discuss</w:t>
      </w:r>
    </w:p>
    <w:p w:rsidR="006613CE" w:rsidRPr="001D5022" w:rsidRDefault="006613CE" w:rsidP="006613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3CE" w:rsidRPr="001D5022" w:rsidRDefault="006613CE" w:rsidP="00126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613CE" w:rsidRPr="001D5022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71E6" w:rsidRDefault="009771E6" w:rsidP="001D5022">
      <w:pPr>
        <w:spacing w:after="0" w:line="240" w:lineRule="auto"/>
      </w:pPr>
      <w:r>
        <w:separator/>
      </w:r>
    </w:p>
  </w:endnote>
  <w:endnote w:type="continuationSeparator" w:id="0">
    <w:p w:rsidR="009771E6" w:rsidRDefault="009771E6" w:rsidP="001D5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8378286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1D5022" w:rsidRPr="001D5022" w:rsidRDefault="001D5022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D502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D502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D5022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D5022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1D5022" w:rsidRDefault="001D50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71E6" w:rsidRDefault="009771E6" w:rsidP="001D5022">
      <w:pPr>
        <w:spacing w:after="0" w:line="240" w:lineRule="auto"/>
      </w:pPr>
      <w:r>
        <w:separator/>
      </w:r>
    </w:p>
  </w:footnote>
  <w:footnote w:type="continuationSeparator" w:id="0">
    <w:p w:rsidR="009771E6" w:rsidRDefault="009771E6" w:rsidP="001D50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EE2385"/>
    <w:multiLevelType w:val="hybridMultilevel"/>
    <w:tmpl w:val="B7EEB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D7F25"/>
    <w:multiLevelType w:val="hybridMultilevel"/>
    <w:tmpl w:val="A45E1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642EFC"/>
    <w:multiLevelType w:val="hybridMultilevel"/>
    <w:tmpl w:val="FD4ACB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D31DE8"/>
    <w:multiLevelType w:val="hybridMultilevel"/>
    <w:tmpl w:val="8FA097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D27501"/>
    <w:multiLevelType w:val="hybridMultilevel"/>
    <w:tmpl w:val="F2AEBE5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425B1"/>
    <w:multiLevelType w:val="hybridMultilevel"/>
    <w:tmpl w:val="822C76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611DDA"/>
    <w:multiLevelType w:val="hybridMultilevel"/>
    <w:tmpl w:val="C4E2A2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AE491B"/>
    <w:multiLevelType w:val="hybridMultilevel"/>
    <w:tmpl w:val="1F4602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AB5E95"/>
    <w:multiLevelType w:val="hybridMultilevel"/>
    <w:tmpl w:val="1870D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A627FC"/>
    <w:multiLevelType w:val="hybridMultilevel"/>
    <w:tmpl w:val="5C84D11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19607F"/>
    <w:multiLevelType w:val="hybridMultilevel"/>
    <w:tmpl w:val="E71CDB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8"/>
  </w:num>
  <w:num w:numId="5">
    <w:abstractNumId w:val="10"/>
  </w:num>
  <w:num w:numId="6">
    <w:abstractNumId w:val="0"/>
  </w:num>
  <w:num w:numId="7">
    <w:abstractNumId w:val="5"/>
  </w:num>
  <w:num w:numId="8">
    <w:abstractNumId w:val="3"/>
  </w:num>
  <w:num w:numId="9">
    <w:abstractNumId w:val="2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A80"/>
    <w:rsid w:val="000A4ACC"/>
    <w:rsid w:val="000C6163"/>
    <w:rsid w:val="001269EB"/>
    <w:rsid w:val="00137C91"/>
    <w:rsid w:val="001D27D8"/>
    <w:rsid w:val="001D5022"/>
    <w:rsid w:val="002810B7"/>
    <w:rsid w:val="00352F25"/>
    <w:rsid w:val="003F4405"/>
    <w:rsid w:val="003F60AB"/>
    <w:rsid w:val="004866C7"/>
    <w:rsid w:val="004A2A80"/>
    <w:rsid w:val="006613CE"/>
    <w:rsid w:val="006C5AF8"/>
    <w:rsid w:val="006E5573"/>
    <w:rsid w:val="006F028E"/>
    <w:rsid w:val="008925D2"/>
    <w:rsid w:val="00924789"/>
    <w:rsid w:val="009602CA"/>
    <w:rsid w:val="009771E6"/>
    <w:rsid w:val="00996683"/>
    <w:rsid w:val="00B61B00"/>
    <w:rsid w:val="00B70F3B"/>
    <w:rsid w:val="00B75547"/>
    <w:rsid w:val="00C432C2"/>
    <w:rsid w:val="00CF0641"/>
    <w:rsid w:val="00D05237"/>
    <w:rsid w:val="00DD2D44"/>
    <w:rsid w:val="00EC5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66EE6"/>
  <w15:docId w15:val="{D46AD55C-4D98-4F33-83C7-D6267C2B8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50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5022"/>
  </w:style>
  <w:style w:type="paragraph" w:styleId="Footer">
    <w:name w:val="footer"/>
    <w:basedOn w:val="Normal"/>
    <w:link w:val="FooterChar"/>
    <w:uiPriority w:val="99"/>
    <w:unhideWhenUsed/>
    <w:rsid w:val="001D50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5022"/>
  </w:style>
  <w:style w:type="paragraph" w:styleId="ListParagraph">
    <w:name w:val="List Paragraph"/>
    <w:basedOn w:val="Normal"/>
    <w:uiPriority w:val="34"/>
    <w:qFormat/>
    <w:rsid w:val="00CF06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5084\Desktop\djm_blank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djm_blank_template</Template>
  <TotalTime>0</TotalTime>
  <Pages>3</Pages>
  <Words>757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15084</dc:creator>
  <cp:lastModifiedBy>15084</cp:lastModifiedBy>
  <cp:revision>2</cp:revision>
  <dcterms:created xsi:type="dcterms:W3CDTF">2021-05-14T16:27:00Z</dcterms:created>
  <dcterms:modified xsi:type="dcterms:W3CDTF">2021-05-14T16:27:00Z</dcterms:modified>
</cp:coreProperties>
</file>